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635" w:type="dxa"/>
        <w:tblCellSpacing w:w="15" w:type="dxa"/>
        <w:tblInd w:w="-465" w:type="dxa"/>
        <w:tblBorders>
          <w:top w:val="outset" w:sz="12" w:space="0" w:color="auto"/>
          <w:left w:val="outset" w:sz="12" w:space="0" w:color="auto"/>
          <w:bottom w:val="outset" w:sz="12" w:space="0" w:color="auto"/>
          <w:right w:val="outset" w:sz="12" w:space="0" w:color="auto"/>
        </w:tblBorders>
        <w:tblCellMar>
          <w:top w:w="30" w:type="dxa"/>
          <w:left w:w="30" w:type="dxa"/>
          <w:bottom w:w="30" w:type="dxa"/>
          <w:right w:w="30" w:type="dxa"/>
        </w:tblCellMar>
        <w:tblLook w:val="0000"/>
      </w:tblPr>
      <w:tblGrid>
        <w:gridCol w:w="10635"/>
      </w:tblGrid>
      <w:tr w:rsidR="008471DE" w:rsidRPr="000B5CE4"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tcPr>
          <w:p w:rsidR="008471DE" w:rsidRPr="000B5CE4" w:rsidRDefault="008471DE" w:rsidP="008800AD">
            <w:pPr>
              <w:rPr>
                <w:b/>
              </w:rPr>
            </w:pPr>
            <w:r w:rsidRPr="000B5CE4">
              <w:rPr>
                <w:b/>
              </w:rPr>
              <w:t>Lesson Title: CSI and the albino koala bear</w:t>
            </w:r>
          </w:p>
        </w:tc>
      </w:tr>
      <w:tr w:rsidR="008471DE" w:rsidRPr="000B5CE4"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tcPr>
          <w:p w:rsidR="008471DE" w:rsidRPr="000B5CE4" w:rsidRDefault="008471DE" w:rsidP="00E808F3">
            <w:pPr>
              <w:rPr>
                <w:b/>
              </w:rPr>
            </w:pPr>
            <w:r w:rsidRPr="000B5CE4">
              <w:rPr>
                <w:b/>
              </w:rPr>
              <w:t xml:space="preserve">Subject area / course / grade level: </w:t>
            </w:r>
            <w:r w:rsidRPr="000B5CE4">
              <w:t>Genetics and biotechnology/ biology/5 and 6</w:t>
            </w:r>
          </w:p>
        </w:tc>
      </w:tr>
      <w:tr w:rsidR="008471DE" w:rsidRPr="000B5CE4"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tcPr>
          <w:p w:rsidR="008471DE" w:rsidRPr="000B5CE4" w:rsidRDefault="008471DE" w:rsidP="00E808F3">
            <w:r w:rsidRPr="000B5CE4">
              <w:rPr>
                <w:b/>
              </w:rPr>
              <w:t xml:space="preserve">Introduction: </w:t>
            </w:r>
            <w:r w:rsidRPr="000B5CE4">
              <w:t>DNA fingerprinting is a fairly new technique used for identification in many species, particularly in humans in forensics.  It can be used for paternity testing as well.  This analysis uses DNA from a tiny amount of tissue such as skin, blood, or hair follicles.  Certain sections of the DNA are copied using enzymes.  The sections are specific and have variable numbers of repeats in the DNA.  For example, one allele from the mother might have 4 copies, while the other allele from the dad might have 2 copies of the repeat.  The copied sections are sized using electrophoresis, which is a type of chromatography.  The mixed sample is separated so that smaller DNA pieces migrate faster than bigger pieces. The resulting patterns can be observed and compared.  The potential fathers, the mother, and the baby’s DNA is analyzed.  Using logic and reasoning, the identity of the father can be determined since mom contributes half of the alleles, dad must contribute the remaining half.  For human forensics 17 different DNA sections are used.</w:t>
            </w:r>
          </w:p>
        </w:tc>
      </w:tr>
      <w:tr w:rsidR="008471DE" w:rsidRPr="000B5CE4"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tcPr>
          <w:p w:rsidR="008471DE" w:rsidRPr="000B5CE4" w:rsidRDefault="008471DE" w:rsidP="00E808F3">
            <w:pPr>
              <w:rPr>
                <w:b/>
              </w:rPr>
            </w:pPr>
            <w:r w:rsidRPr="000B5CE4">
              <w:rPr>
                <w:b/>
              </w:rPr>
              <w:t xml:space="preserve">Lesson Length: </w:t>
            </w:r>
            <w:r w:rsidRPr="000B5CE4">
              <w:t>50 minutes</w:t>
            </w:r>
          </w:p>
        </w:tc>
      </w:tr>
      <w:tr w:rsidR="008471DE" w:rsidRPr="000B5CE4"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8471DE" w:rsidRPr="000B5CE4" w:rsidRDefault="008471DE" w:rsidP="00E808F3">
            <w:pPr>
              <w:rPr>
                <w:b/>
              </w:rPr>
            </w:pPr>
            <w:r w:rsidRPr="000B5CE4">
              <w:rPr>
                <w:b/>
              </w:rPr>
              <w:t xml:space="preserve">Materials: </w:t>
            </w:r>
            <w:r w:rsidRPr="000B5CE4">
              <w:t>legos or pop-beads, blank paper, handout</w:t>
            </w:r>
          </w:p>
        </w:tc>
      </w:tr>
      <w:tr w:rsidR="008471DE" w:rsidRPr="000B5CE4" w:rsidTr="001D7AD0">
        <w:trPr>
          <w:trHeight w:val="413"/>
          <w:tblCellSpacing w:w="15" w:type="dxa"/>
        </w:trPr>
        <w:tc>
          <w:tcPr>
            <w:tcW w:w="10575" w:type="dxa"/>
            <w:tcBorders>
              <w:top w:val="outset" w:sz="6" w:space="0" w:color="auto"/>
              <w:left w:val="outset" w:sz="6" w:space="0" w:color="auto"/>
              <w:bottom w:val="outset" w:sz="6" w:space="0" w:color="auto"/>
              <w:right w:val="outset" w:sz="6" w:space="0" w:color="auto"/>
            </w:tcBorders>
          </w:tcPr>
          <w:p w:rsidR="008471DE" w:rsidRPr="000B5CE4" w:rsidRDefault="008471DE" w:rsidP="00E808F3">
            <w:pPr>
              <w:rPr>
                <w:b/>
              </w:rPr>
            </w:pPr>
            <w:r w:rsidRPr="000B5CE4">
              <w:rPr>
                <w:b/>
              </w:rPr>
              <w:t>Lesson Overview:</w:t>
            </w:r>
          </w:p>
          <w:p w:rsidR="008471DE" w:rsidRPr="000B5CE4" w:rsidRDefault="008471DE" w:rsidP="00E808F3">
            <w:r w:rsidRPr="000B5CE4">
              <w:t>This lesson uses genetic and physical science analogies to generate data that is used to identify the father of an albino koala bear. The lesson targets new technology using a real-world scenario that is based in genetics and biotechnology.</w:t>
            </w:r>
          </w:p>
          <w:p w:rsidR="008471DE" w:rsidRPr="000B5CE4" w:rsidRDefault="008471DE" w:rsidP="00E808F3">
            <w:pPr>
              <w:rPr>
                <w:b/>
              </w:rPr>
            </w:pPr>
          </w:p>
        </w:tc>
      </w:tr>
      <w:tr w:rsidR="008471DE" w:rsidRPr="000B5CE4" w:rsidTr="001D7AD0">
        <w:trPr>
          <w:trHeight w:val="412"/>
          <w:tblCellSpacing w:w="15" w:type="dxa"/>
        </w:trPr>
        <w:tc>
          <w:tcPr>
            <w:tcW w:w="10575" w:type="dxa"/>
            <w:tcBorders>
              <w:top w:val="outset" w:sz="6" w:space="0" w:color="auto"/>
              <w:left w:val="outset" w:sz="6" w:space="0" w:color="auto"/>
              <w:bottom w:val="outset" w:sz="6" w:space="0" w:color="auto"/>
              <w:right w:val="outset" w:sz="6" w:space="0" w:color="auto"/>
            </w:tcBorders>
          </w:tcPr>
          <w:p w:rsidR="008471DE" w:rsidRPr="000B5CE4" w:rsidRDefault="008471DE" w:rsidP="001D7AD0">
            <w:pPr>
              <w:rPr>
                <w:b/>
                <w:lang w:val="fr-FR"/>
              </w:rPr>
            </w:pPr>
            <w:r w:rsidRPr="000B5CE4">
              <w:rPr>
                <w:b/>
                <w:lang w:val="fr-FR"/>
              </w:rPr>
              <w:t>Tennessee Standards:</w:t>
            </w:r>
          </w:p>
          <w:p w:rsidR="008471DE" w:rsidRPr="000B5CE4" w:rsidRDefault="008471DE" w:rsidP="00E808F3">
            <w:pPr>
              <w:rPr>
                <w:lang w:val="fr-FR"/>
              </w:rPr>
            </w:pPr>
            <w:r w:rsidRPr="000B5CE4">
              <w:rPr>
                <w:lang w:val="fr-FR"/>
              </w:rPr>
              <w:t>GLE0507.Inq1, GLE0507.T/E.2, GLE0507.T/E.4, GLE0507.4.1</w:t>
            </w:r>
          </w:p>
          <w:p w:rsidR="008471DE" w:rsidRPr="000B5CE4" w:rsidRDefault="008471DE" w:rsidP="00E808F3">
            <w:pPr>
              <w:rPr>
                <w:b/>
                <w:lang w:val="fr-FR"/>
              </w:rPr>
            </w:pPr>
            <w:r w:rsidRPr="000B5CE4">
              <w:rPr>
                <w:lang w:val="fr-FR"/>
              </w:rPr>
              <w:t>GLE0607.T/E.3</w:t>
            </w:r>
          </w:p>
        </w:tc>
      </w:tr>
      <w:tr w:rsidR="008471DE" w:rsidRPr="000B5CE4"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8471DE" w:rsidRPr="000B5CE4" w:rsidRDefault="008471DE" w:rsidP="00E808F3">
            <w:pPr>
              <w:rPr>
                <w:b/>
              </w:rPr>
            </w:pPr>
            <w:r w:rsidRPr="000B5CE4">
              <w:rPr>
                <w:b/>
              </w:rPr>
              <w:t>Lesson objective(s):</w:t>
            </w:r>
          </w:p>
          <w:p w:rsidR="008471DE" w:rsidRPr="000B5CE4" w:rsidRDefault="008471DE" w:rsidP="00E808F3">
            <w:r w:rsidRPr="000B5CE4">
              <w:t>Students will learn how new technology and information can influence society</w:t>
            </w:r>
          </w:p>
          <w:p w:rsidR="008471DE" w:rsidRPr="000B5CE4" w:rsidRDefault="008471DE" w:rsidP="008F47DF">
            <w:r w:rsidRPr="000B5CE4">
              <w:t>Students will learn how new technology can be used for identification purposes</w:t>
            </w:r>
          </w:p>
          <w:p w:rsidR="008471DE" w:rsidRPr="000B5CE4" w:rsidRDefault="008471DE" w:rsidP="008F47DF">
            <w:pPr>
              <w:rPr>
                <w:b/>
              </w:rPr>
            </w:pPr>
          </w:p>
        </w:tc>
      </w:tr>
      <w:tr w:rsidR="008471DE" w:rsidRPr="000B5CE4"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8471DE" w:rsidRPr="000B5CE4" w:rsidRDefault="008471DE" w:rsidP="00E808F3">
            <w:pPr>
              <w:rPr>
                <w:b/>
              </w:rPr>
            </w:pPr>
            <w:r w:rsidRPr="000B5CE4">
              <w:rPr>
                <w:b/>
              </w:rPr>
              <w:t>ENGAGEMENT</w:t>
            </w:r>
          </w:p>
          <w:p w:rsidR="008471DE" w:rsidRPr="000B5CE4" w:rsidRDefault="008471DE" w:rsidP="001D7AD0">
            <w:pPr>
              <w:pStyle w:val="BodyText"/>
              <w:numPr>
                <w:ilvl w:val="0"/>
                <w:numId w:val="1"/>
              </w:numPr>
              <w:spacing w:line="240" w:lineRule="auto"/>
              <w:rPr>
                <w:rFonts w:ascii="Times New Roman" w:hAnsi="Times New Roman"/>
                <w:sz w:val="24"/>
                <w:szCs w:val="24"/>
              </w:rPr>
            </w:pPr>
            <w:r w:rsidRPr="000B5CE4">
              <w:rPr>
                <w:rFonts w:ascii="Times New Roman" w:hAnsi="Times New Roman"/>
                <w:sz w:val="24"/>
                <w:szCs w:val="24"/>
              </w:rPr>
              <w:t>Describe how the teacher will capture students’ interest.</w:t>
            </w:r>
          </w:p>
          <w:p w:rsidR="008471DE" w:rsidRPr="000B5CE4" w:rsidRDefault="008471DE" w:rsidP="00515E96">
            <w:pPr>
              <w:pStyle w:val="BodyText"/>
              <w:spacing w:line="240" w:lineRule="auto"/>
              <w:rPr>
                <w:rFonts w:ascii="Times New Roman" w:hAnsi="Times New Roman"/>
                <w:sz w:val="24"/>
                <w:szCs w:val="24"/>
              </w:rPr>
            </w:pPr>
          </w:p>
          <w:p w:rsidR="008471DE" w:rsidRPr="000B5CE4" w:rsidRDefault="008471DE" w:rsidP="00515E96">
            <w:pPr>
              <w:pStyle w:val="BodyText"/>
              <w:spacing w:line="240" w:lineRule="auto"/>
              <w:rPr>
                <w:rFonts w:ascii="Times New Roman" w:hAnsi="Times New Roman"/>
                <w:sz w:val="24"/>
                <w:szCs w:val="24"/>
              </w:rPr>
            </w:pPr>
            <w:r w:rsidRPr="000B5CE4">
              <w:rPr>
                <w:rFonts w:ascii="Times New Roman" w:hAnsi="Times New Roman"/>
                <w:sz w:val="24"/>
                <w:szCs w:val="24"/>
              </w:rPr>
              <w:t>Put up a picture of the albino koala bear on the board/screen.  Ask for observations… eventually they will say he is ‘white.’  This is a condition called albinism.  It is important to know which of two koalas is his dad.  He would not survive in the wild because predators would see him more easily.</w:t>
            </w:r>
          </w:p>
          <w:p w:rsidR="008471DE" w:rsidRPr="000B5CE4" w:rsidRDefault="008471DE" w:rsidP="004E7368">
            <w:pPr>
              <w:pStyle w:val="BodyText"/>
              <w:spacing w:line="240" w:lineRule="auto"/>
              <w:ind w:left="360"/>
              <w:rPr>
                <w:rFonts w:ascii="Times New Roman" w:hAnsi="Times New Roman"/>
                <w:sz w:val="24"/>
                <w:szCs w:val="24"/>
              </w:rPr>
            </w:pPr>
          </w:p>
          <w:p w:rsidR="008471DE" w:rsidRPr="000B5CE4" w:rsidRDefault="008471DE" w:rsidP="001D7AD0">
            <w:pPr>
              <w:pStyle w:val="BodyText"/>
              <w:numPr>
                <w:ilvl w:val="0"/>
                <w:numId w:val="1"/>
              </w:numPr>
              <w:spacing w:line="240" w:lineRule="auto"/>
              <w:rPr>
                <w:rFonts w:ascii="Times New Roman" w:hAnsi="Times New Roman"/>
                <w:sz w:val="24"/>
                <w:szCs w:val="24"/>
              </w:rPr>
            </w:pPr>
            <w:r w:rsidRPr="000B5CE4">
              <w:rPr>
                <w:rFonts w:ascii="Times New Roman" w:hAnsi="Times New Roman"/>
                <w:sz w:val="24"/>
                <w:szCs w:val="24"/>
              </w:rPr>
              <w:t>What kind of questions should the students ask themselves after the engagement?</w:t>
            </w:r>
          </w:p>
          <w:p w:rsidR="008471DE" w:rsidRPr="000B5CE4" w:rsidRDefault="008471DE" w:rsidP="004E7368">
            <w:pPr>
              <w:pStyle w:val="BodyText"/>
              <w:spacing w:line="240" w:lineRule="auto"/>
              <w:rPr>
                <w:rFonts w:ascii="Times New Roman" w:hAnsi="Times New Roman"/>
                <w:sz w:val="24"/>
                <w:szCs w:val="24"/>
                <w:highlight w:val="lightGray"/>
              </w:rPr>
            </w:pPr>
          </w:p>
          <w:p w:rsidR="008471DE" w:rsidRPr="000B5CE4" w:rsidRDefault="008471DE" w:rsidP="004E7368">
            <w:pPr>
              <w:pStyle w:val="BodyText"/>
              <w:spacing w:line="240" w:lineRule="auto"/>
              <w:rPr>
                <w:rFonts w:ascii="Times New Roman" w:hAnsi="Times New Roman"/>
                <w:sz w:val="24"/>
                <w:szCs w:val="24"/>
              </w:rPr>
            </w:pPr>
            <w:r w:rsidRPr="000B5CE4">
              <w:rPr>
                <w:rFonts w:ascii="Times New Roman" w:hAnsi="Times New Roman"/>
                <w:sz w:val="24"/>
                <w:szCs w:val="24"/>
              </w:rPr>
              <w:t>Where have I seen this? [probably TV shows like CSI]</w:t>
            </w:r>
          </w:p>
          <w:p w:rsidR="008471DE" w:rsidRPr="000B5CE4" w:rsidRDefault="008471DE" w:rsidP="004E7368">
            <w:pPr>
              <w:pStyle w:val="BodyText"/>
              <w:spacing w:line="240" w:lineRule="auto"/>
              <w:rPr>
                <w:rFonts w:ascii="Times New Roman" w:hAnsi="Times New Roman"/>
                <w:sz w:val="24"/>
                <w:szCs w:val="24"/>
              </w:rPr>
            </w:pPr>
            <w:r w:rsidRPr="000B5CE4">
              <w:rPr>
                <w:rFonts w:ascii="Times New Roman" w:hAnsi="Times New Roman"/>
                <w:sz w:val="24"/>
                <w:szCs w:val="24"/>
              </w:rPr>
              <w:t>Have I ever seen an albino in person?</w:t>
            </w:r>
          </w:p>
          <w:p w:rsidR="008471DE" w:rsidRPr="000B5CE4" w:rsidRDefault="008471DE" w:rsidP="00E808F3">
            <w:pPr>
              <w:rPr>
                <w:b/>
              </w:rPr>
            </w:pPr>
            <w:r w:rsidRPr="000B5CE4">
              <w:t>Would I be able to get a job doing that?</w:t>
            </w:r>
          </w:p>
        </w:tc>
      </w:tr>
      <w:tr w:rsidR="008471DE" w:rsidRPr="000B5CE4"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8471DE" w:rsidRPr="000B5CE4" w:rsidRDefault="008471DE" w:rsidP="00E808F3">
            <w:pPr>
              <w:rPr>
                <w:b/>
              </w:rPr>
            </w:pPr>
            <w:r w:rsidRPr="000B5CE4">
              <w:rPr>
                <w:b/>
              </w:rPr>
              <w:t>EXPLORATION</w:t>
            </w:r>
          </w:p>
          <w:p w:rsidR="008471DE" w:rsidRPr="000B5CE4" w:rsidRDefault="008471DE" w:rsidP="001D7AD0">
            <w:pPr>
              <w:pStyle w:val="BodyText"/>
              <w:numPr>
                <w:ilvl w:val="0"/>
                <w:numId w:val="1"/>
              </w:numPr>
              <w:spacing w:line="240" w:lineRule="auto"/>
              <w:rPr>
                <w:rFonts w:ascii="Times New Roman" w:hAnsi="Times New Roman"/>
                <w:sz w:val="24"/>
                <w:szCs w:val="24"/>
              </w:rPr>
            </w:pPr>
            <w:r w:rsidRPr="000B5CE4">
              <w:rPr>
                <w:rFonts w:ascii="Times New Roman" w:hAnsi="Times New Roman"/>
                <w:sz w:val="24"/>
                <w:szCs w:val="24"/>
              </w:rPr>
              <w:t xml:space="preserve">Describe what hands-on/minds-on activities students will be doing. </w:t>
            </w:r>
          </w:p>
          <w:p w:rsidR="008471DE" w:rsidRPr="000B5CE4" w:rsidRDefault="008471DE" w:rsidP="004E7368">
            <w:pPr>
              <w:pStyle w:val="BodyText"/>
              <w:spacing w:line="240" w:lineRule="auto"/>
              <w:ind w:left="360"/>
              <w:rPr>
                <w:rFonts w:ascii="Times New Roman" w:hAnsi="Times New Roman"/>
                <w:sz w:val="24"/>
                <w:szCs w:val="24"/>
              </w:rPr>
            </w:pPr>
          </w:p>
          <w:p w:rsidR="008471DE" w:rsidRPr="000B5CE4" w:rsidRDefault="008471DE" w:rsidP="004E7368">
            <w:pPr>
              <w:pStyle w:val="BodyText"/>
              <w:spacing w:line="240" w:lineRule="auto"/>
              <w:rPr>
                <w:rFonts w:ascii="Times New Roman" w:hAnsi="Times New Roman"/>
                <w:sz w:val="24"/>
                <w:szCs w:val="24"/>
              </w:rPr>
            </w:pPr>
            <w:r w:rsidRPr="000B5CE4">
              <w:rPr>
                <w:rFonts w:ascii="Times New Roman" w:hAnsi="Times New Roman"/>
                <w:sz w:val="24"/>
                <w:szCs w:val="24"/>
              </w:rPr>
              <w:t>Students will be using a model of DNA fingerprinting technology to observe patterns and use logic to determine the father of an albino koala bear.</w:t>
            </w:r>
          </w:p>
          <w:p w:rsidR="008471DE" w:rsidRPr="000B5CE4" w:rsidRDefault="008471DE" w:rsidP="004E7368">
            <w:pPr>
              <w:pStyle w:val="BodyText"/>
              <w:spacing w:line="240" w:lineRule="auto"/>
              <w:rPr>
                <w:rFonts w:ascii="Times New Roman" w:hAnsi="Times New Roman"/>
                <w:sz w:val="24"/>
                <w:szCs w:val="24"/>
              </w:rPr>
            </w:pPr>
          </w:p>
          <w:p w:rsidR="008471DE" w:rsidRPr="000B5CE4" w:rsidRDefault="008471DE" w:rsidP="001D7AD0">
            <w:pPr>
              <w:pStyle w:val="BodyText"/>
              <w:numPr>
                <w:ilvl w:val="0"/>
                <w:numId w:val="1"/>
              </w:numPr>
              <w:spacing w:line="240" w:lineRule="auto"/>
              <w:rPr>
                <w:rFonts w:ascii="Times New Roman" w:hAnsi="Times New Roman"/>
                <w:sz w:val="24"/>
                <w:szCs w:val="24"/>
              </w:rPr>
            </w:pPr>
            <w:r w:rsidRPr="000B5CE4">
              <w:rPr>
                <w:rFonts w:ascii="Times New Roman" w:hAnsi="Times New Roman"/>
                <w:sz w:val="24"/>
                <w:szCs w:val="24"/>
              </w:rPr>
              <w:t>List “big idea” conceptual questions the teacher will use to encourage and/or focus students’ exploration</w:t>
            </w:r>
          </w:p>
          <w:p w:rsidR="008471DE" w:rsidRPr="000B5CE4" w:rsidRDefault="008471DE" w:rsidP="00E808F3">
            <w:pPr>
              <w:pStyle w:val="BodyText"/>
              <w:spacing w:line="240" w:lineRule="auto"/>
              <w:rPr>
                <w:rFonts w:ascii="Times New Roman" w:hAnsi="Times New Roman"/>
                <w:sz w:val="24"/>
                <w:szCs w:val="24"/>
              </w:rPr>
            </w:pPr>
          </w:p>
          <w:p w:rsidR="008471DE" w:rsidRPr="000B5CE4" w:rsidRDefault="008471DE" w:rsidP="006F32D9">
            <w:pPr>
              <w:pStyle w:val="BodyText"/>
              <w:spacing w:line="240" w:lineRule="auto"/>
              <w:rPr>
                <w:rFonts w:ascii="Times New Roman" w:hAnsi="Times New Roman"/>
                <w:sz w:val="24"/>
                <w:szCs w:val="24"/>
              </w:rPr>
            </w:pPr>
          </w:p>
        </w:tc>
      </w:tr>
      <w:tr w:rsidR="008471DE" w:rsidRPr="000B5CE4"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8471DE" w:rsidRPr="000B5CE4" w:rsidRDefault="008471DE" w:rsidP="00E808F3">
            <w:pPr>
              <w:rPr>
                <w:b/>
              </w:rPr>
            </w:pPr>
            <w:r w:rsidRPr="000B5CE4">
              <w:rPr>
                <w:b/>
              </w:rPr>
              <w:t>EXPLANATION</w:t>
            </w:r>
          </w:p>
          <w:p w:rsidR="008471DE" w:rsidRPr="000B5CE4" w:rsidRDefault="008471DE" w:rsidP="001D7AD0">
            <w:pPr>
              <w:pStyle w:val="BodyText"/>
              <w:numPr>
                <w:ilvl w:val="0"/>
                <w:numId w:val="1"/>
              </w:numPr>
              <w:spacing w:line="240" w:lineRule="auto"/>
              <w:rPr>
                <w:rFonts w:ascii="Times New Roman" w:hAnsi="Times New Roman"/>
                <w:sz w:val="24"/>
                <w:szCs w:val="24"/>
              </w:rPr>
            </w:pPr>
            <w:r w:rsidRPr="000B5CE4">
              <w:rPr>
                <w:rFonts w:ascii="Times New Roman" w:hAnsi="Times New Roman"/>
                <w:sz w:val="24"/>
                <w:szCs w:val="24"/>
              </w:rPr>
              <w:t xml:space="preserve">Student explanations should precede introduction of terms or explanations by the teacher. What questions or techniques will the teacher use to help students connect their exploration to the concept under examination? </w:t>
            </w:r>
          </w:p>
          <w:p w:rsidR="008471DE" w:rsidRPr="000B5CE4" w:rsidRDefault="008471DE" w:rsidP="00965FB3">
            <w:pPr>
              <w:pStyle w:val="BodyText"/>
              <w:spacing w:line="240" w:lineRule="auto"/>
              <w:ind w:left="360"/>
              <w:rPr>
                <w:rFonts w:ascii="Times New Roman" w:hAnsi="Times New Roman"/>
                <w:sz w:val="24"/>
                <w:szCs w:val="24"/>
              </w:rPr>
            </w:pPr>
          </w:p>
          <w:p w:rsidR="008471DE" w:rsidRPr="000B5CE4" w:rsidRDefault="008471DE" w:rsidP="00965FB3">
            <w:pPr>
              <w:pStyle w:val="BodyText"/>
              <w:spacing w:line="240" w:lineRule="auto"/>
              <w:rPr>
                <w:rFonts w:ascii="Times New Roman" w:hAnsi="Times New Roman"/>
                <w:sz w:val="24"/>
                <w:szCs w:val="24"/>
              </w:rPr>
            </w:pPr>
            <w:r w:rsidRPr="000B5CE4">
              <w:rPr>
                <w:rFonts w:ascii="Times New Roman" w:hAnsi="Times New Roman"/>
                <w:sz w:val="24"/>
                <w:szCs w:val="24"/>
              </w:rPr>
              <w:t>This technology requires explanation of nearly all things that will be unknown to the student.  Exploration and analysis following the activity, such as posing the questions listed in the bullet below will draw out student exploration.</w:t>
            </w:r>
          </w:p>
          <w:p w:rsidR="008471DE" w:rsidRPr="000B5CE4" w:rsidRDefault="008471DE" w:rsidP="00965FB3">
            <w:pPr>
              <w:pStyle w:val="BodyText"/>
              <w:spacing w:line="240" w:lineRule="auto"/>
              <w:rPr>
                <w:rFonts w:ascii="Times New Roman" w:hAnsi="Times New Roman"/>
                <w:sz w:val="24"/>
                <w:szCs w:val="24"/>
              </w:rPr>
            </w:pPr>
          </w:p>
          <w:p w:rsidR="008471DE" w:rsidRPr="000B5CE4" w:rsidRDefault="008471DE" w:rsidP="001D7AD0">
            <w:pPr>
              <w:pStyle w:val="BodyText"/>
              <w:numPr>
                <w:ilvl w:val="0"/>
                <w:numId w:val="1"/>
              </w:numPr>
              <w:spacing w:line="240" w:lineRule="auto"/>
              <w:rPr>
                <w:rFonts w:ascii="Times New Roman" w:hAnsi="Times New Roman"/>
                <w:sz w:val="24"/>
                <w:szCs w:val="24"/>
              </w:rPr>
            </w:pPr>
            <w:r w:rsidRPr="000B5CE4">
              <w:rPr>
                <w:rFonts w:ascii="Times New Roman" w:hAnsi="Times New Roman"/>
                <w:sz w:val="24"/>
                <w:szCs w:val="24"/>
              </w:rPr>
              <w:t xml:space="preserve">List higher order thinking questions which teachers will use to solicit </w:t>
            </w:r>
            <w:r w:rsidRPr="000B5CE4">
              <w:rPr>
                <w:rFonts w:ascii="Times New Roman" w:hAnsi="Times New Roman"/>
                <w:i/>
                <w:sz w:val="24"/>
                <w:szCs w:val="24"/>
              </w:rPr>
              <w:t>student</w:t>
            </w:r>
            <w:r w:rsidRPr="000B5CE4">
              <w:rPr>
                <w:rFonts w:ascii="Times New Roman" w:hAnsi="Times New Roman"/>
                <w:sz w:val="24"/>
                <w:szCs w:val="24"/>
              </w:rPr>
              <w:t xml:space="preserve"> explanations and help them to justify their explanations.</w:t>
            </w:r>
          </w:p>
          <w:p w:rsidR="008471DE" w:rsidRPr="000B5CE4" w:rsidRDefault="008471DE" w:rsidP="00E808F3">
            <w:pPr>
              <w:rPr>
                <w:b/>
              </w:rPr>
            </w:pPr>
          </w:p>
          <w:p w:rsidR="008471DE" w:rsidRPr="000B5CE4" w:rsidRDefault="008471DE" w:rsidP="009F2465">
            <w:pPr>
              <w:pStyle w:val="BodyText"/>
              <w:spacing w:line="240" w:lineRule="auto"/>
              <w:rPr>
                <w:rFonts w:ascii="Times New Roman" w:hAnsi="Times New Roman"/>
                <w:sz w:val="24"/>
                <w:szCs w:val="24"/>
              </w:rPr>
            </w:pPr>
            <w:r w:rsidRPr="000B5CE4">
              <w:rPr>
                <w:rFonts w:ascii="Times New Roman" w:hAnsi="Times New Roman"/>
                <w:sz w:val="24"/>
                <w:szCs w:val="24"/>
              </w:rPr>
              <w:t>Where else do you think we could use this technology? [CSI-type cases, forensics]</w:t>
            </w:r>
          </w:p>
          <w:p w:rsidR="008471DE" w:rsidRPr="000B5CE4" w:rsidRDefault="008471DE" w:rsidP="009F2465">
            <w:pPr>
              <w:pStyle w:val="BodyText"/>
              <w:spacing w:line="240" w:lineRule="auto"/>
              <w:rPr>
                <w:rFonts w:ascii="Times New Roman" w:hAnsi="Times New Roman"/>
                <w:sz w:val="24"/>
                <w:szCs w:val="24"/>
              </w:rPr>
            </w:pPr>
            <w:r w:rsidRPr="000B5CE4">
              <w:rPr>
                <w:rFonts w:ascii="Times New Roman" w:hAnsi="Times New Roman"/>
                <w:sz w:val="24"/>
                <w:szCs w:val="24"/>
              </w:rPr>
              <w:t>Does your whole body have the same DNA/genes? [yes]</w:t>
            </w:r>
          </w:p>
          <w:p w:rsidR="008471DE" w:rsidRPr="000B5CE4" w:rsidRDefault="008471DE" w:rsidP="009F2465">
            <w:pPr>
              <w:pStyle w:val="BodyText"/>
              <w:spacing w:line="240" w:lineRule="auto"/>
              <w:rPr>
                <w:rFonts w:ascii="Times New Roman" w:hAnsi="Times New Roman"/>
                <w:sz w:val="24"/>
                <w:szCs w:val="24"/>
              </w:rPr>
            </w:pPr>
            <w:r w:rsidRPr="000B5CE4">
              <w:rPr>
                <w:rFonts w:ascii="Times New Roman" w:hAnsi="Times New Roman"/>
                <w:sz w:val="24"/>
                <w:szCs w:val="24"/>
              </w:rPr>
              <w:t>Could you do the same analysis if the mother was in question, but not the father? [yes]</w:t>
            </w:r>
          </w:p>
          <w:p w:rsidR="008471DE" w:rsidRPr="000B5CE4" w:rsidRDefault="008471DE" w:rsidP="009F2465">
            <w:pPr>
              <w:pStyle w:val="BodyText"/>
              <w:spacing w:line="240" w:lineRule="auto"/>
              <w:rPr>
                <w:rFonts w:ascii="Times New Roman" w:hAnsi="Times New Roman"/>
                <w:sz w:val="24"/>
                <w:szCs w:val="24"/>
              </w:rPr>
            </w:pPr>
            <w:r w:rsidRPr="000B5CE4">
              <w:rPr>
                <w:rFonts w:ascii="Times New Roman" w:hAnsi="Times New Roman"/>
                <w:sz w:val="24"/>
                <w:szCs w:val="24"/>
              </w:rPr>
              <w:t>If all the DNA the koala has came from the mom, how would the analysis have turned out? [all mom’s genes]</w:t>
            </w:r>
          </w:p>
          <w:p w:rsidR="008471DE" w:rsidRPr="000B5CE4" w:rsidRDefault="008471DE" w:rsidP="009F2465">
            <w:pPr>
              <w:pStyle w:val="BodyText"/>
              <w:spacing w:line="240" w:lineRule="auto"/>
              <w:rPr>
                <w:rFonts w:ascii="Times New Roman" w:hAnsi="Times New Roman"/>
                <w:sz w:val="24"/>
                <w:szCs w:val="24"/>
              </w:rPr>
            </w:pPr>
            <w:r w:rsidRPr="000B5CE4">
              <w:rPr>
                <w:rFonts w:ascii="Times New Roman" w:hAnsi="Times New Roman"/>
                <w:sz w:val="24"/>
                <w:szCs w:val="24"/>
              </w:rPr>
              <w:t>If the other koala was the father, how would the baby’s DNA be different?  What patterns might you see?</w:t>
            </w:r>
          </w:p>
          <w:p w:rsidR="008471DE" w:rsidRPr="000B5CE4" w:rsidRDefault="008471DE" w:rsidP="00E808F3">
            <w:pPr>
              <w:rPr>
                <w:b/>
              </w:rPr>
            </w:pPr>
          </w:p>
        </w:tc>
      </w:tr>
      <w:tr w:rsidR="008471DE" w:rsidRPr="000B5CE4"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8471DE" w:rsidRPr="000B5CE4" w:rsidRDefault="008471DE" w:rsidP="00E808F3">
            <w:pPr>
              <w:rPr>
                <w:b/>
              </w:rPr>
            </w:pPr>
            <w:r w:rsidRPr="000B5CE4">
              <w:rPr>
                <w:b/>
              </w:rPr>
              <w:t>ELABORATION</w:t>
            </w:r>
          </w:p>
          <w:p w:rsidR="008471DE" w:rsidRPr="000B5CE4" w:rsidRDefault="008471DE" w:rsidP="00B00F54">
            <w:pPr>
              <w:pStyle w:val="BodyText"/>
              <w:numPr>
                <w:ilvl w:val="0"/>
                <w:numId w:val="1"/>
              </w:numPr>
              <w:spacing w:line="240" w:lineRule="auto"/>
              <w:rPr>
                <w:rFonts w:ascii="Times New Roman" w:hAnsi="Times New Roman"/>
                <w:sz w:val="24"/>
                <w:szCs w:val="24"/>
              </w:rPr>
            </w:pPr>
            <w:r w:rsidRPr="000B5CE4">
              <w:rPr>
                <w:rFonts w:ascii="Times New Roman" w:hAnsi="Times New Roman"/>
                <w:sz w:val="24"/>
                <w:szCs w:val="24"/>
              </w:rPr>
              <w:t>Describe how students will develop a more sophisticated understanding of the concept.</w:t>
            </w:r>
          </w:p>
          <w:p w:rsidR="008471DE" w:rsidRPr="000B5CE4" w:rsidRDefault="008471DE" w:rsidP="00B00F54">
            <w:pPr>
              <w:pStyle w:val="BodyText"/>
              <w:spacing w:line="240" w:lineRule="auto"/>
              <w:rPr>
                <w:rFonts w:ascii="Times New Roman" w:hAnsi="Times New Roman"/>
                <w:sz w:val="24"/>
                <w:szCs w:val="24"/>
              </w:rPr>
            </w:pPr>
            <w:r w:rsidRPr="000B5CE4">
              <w:rPr>
                <w:rFonts w:ascii="Times New Roman" w:hAnsi="Times New Roman"/>
                <w:sz w:val="24"/>
                <w:szCs w:val="24"/>
              </w:rPr>
              <w:t xml:space="preserve">They will be constructing knowledge based on patterns in data and then USING those patterns to make predictions. </w:t>
            </w:r>
          </w:p>
          <w:p w:rsidR="008471DE" w:rsidRPr="000B5CE4" w:rsidRDefault="008471DE" w:rsidP="00B00F54">
            <w:pPr>
              <w:pStyle w:val="BodyText"/>
              <w:spacing w:line="240" w:lineRule="auto"/>
              <w:rPr>
                <w:rFonts w:ascii="Times New Roman" w:hAnsi="Times New Roman"/>
                <w:sz w:val="24"/>
                <w:szCs w:val="24"/>
              </w:rPr>
            </w:pPr>
          </w:p>
          <w:p w:rsidR="008471DE" w:rsidRPr="000B5CE4" w:rsidRDefault="008471DE" w:rsidP="001D7AD0">
            <w:pPr>
              <w:pStyle w:val="BodyText"/>
              <w:numPr>
                <w:ilvl w:val="0"/>
                <w:numId w:val="1"/>
              </w:numPr>
              <w:spacing w:line="240" w:lineRule="auto"/>
              <w:rPr>
                <w:rFonts w:ascii="Times New Roman" w:hAnsi="Times New Roman"/>
                <w:sz w:val="24"/>
                <w:szCs w:val="24"/>
              </w:rPr>
            </w:pPr>
            <w:r w:rsidRPr="000B5CE4">
              <w:rPr>
                <w:rFonts w:ascii="Times New Roman" w:hAnsi="Times New Roman"/>
                <w:sz w:val="24"/>
                <w:szCs w:val="24"/>
              </w:rPr>
              <w:t>What vocabulary will be introduced and how will it connect to students’ observations?</w:t>
            </w:r>
          </w:p>
          <w:p w:rsidR="008471DE" w:rsidRPr="000B5CE4" w:rsidRDefault="008471DE" w:rsidP="00B00F54">
            <w:pPr>
              <w:pStyle w:val="BodyText"/>
              <w:spacing w:line="240" w:lineRule="auto"/>
              <w:rPr>
                <w:rFonts w:ascii="Times New Roman" w:hAnsi="Times New Roman"/>
                <w:sz w:val="24"/>
                <w:szCs w:val="24"/>
              </w:rPr>
            </w:pPr>
            <w:r w:rsidRPr="000B5CE4">
              <w:rPr>
                <w:rFonts w:ascii="Times New Roman" w:hAnsi="Times New Roman"/>
                <w:sz w:val="24"/>
                <w:szCs w:val="24"/>
              </w:rPr>
              <w:t>Allele – a version of a DNA sequence</w:t>
            </w:r>
          </w:p>
          <w:p w:rsidR="008471DE" w:rsidRPr="000B5CE4" w:rsidRDefault="008471DE" w:rsidP="00B00F54">
            <w:pPr>
              <w:pStyle w:val="BodyText"/>
              <w:spacing w:line="240" w:lineRule="auto"/>
              <w:rPr>
                <w:rFonts w:ascii="Times New Roman" w:hAnsi="Times New Roman"/>
                <w:sz w:val="24"/>
                <w:szCs w:val="24"/>
              </w:rPr>
            </w:pPr>
            <w:r w:rsidRPr="000B5CE4">
              <w:rPr>
                <w:rFonts w:ascii="Times New Roman" w:hAnsi="Times New Roman"/>
                <w:sz w:val="24"/>
                <w:szCs w:val="24"/>
              </w:rPr>
              <w:t>DNA fingerprinting – using DNA repeats for identification</w:t>
            </w:r>
          </w:p>
          <w:p w:rsidR="008471DE" w:rsidRPr="000B5CE4" w:rsidRDefault="008471DE" w:rsidP="00B00F54">
            <w:pPr>
              <w:pStyle w:val="BodyText"/>
              <w:spacing w:line="240" w:lineRule="auto"/>
              <w:rPr>
                <w:rFonts w:ascii="Times New Roman" w:hAnsi="Times New Roman"/>
                <w:sz w:val="24"/>
                <w:szCs w:val="24"/>
              </w:rPr>
            </w:pPr>
          </w:p>
          <w:p w:rsidR="008471DE" w:rsidRPr="000B5CE4" w:rsidRDefault="008471DE" w:rsidP="00B00F54">
            <w:pPr>
              <w:pStyle w:val="BodyText"/>
              <w:numPr>
                <w:ilvl w:val="0"/>
                <w:numId w:val="1"/>
              </w:numPr>
              <w:spacing w:line="240" w:lineRule="auto"/>
              <w:rPr>
                <w:rFonts w:ascii="Times New Roman" w:hAnsi="Times New Roman"/>
                <w:sz w:val="24"/>
                <w:szCs w:val="24"/>
              </w:rPr>
            </w:pPr>
            <w:r w:rsidRPr="000B5CE4">
              <w:rPr>
                <w:rFonts w:ascii="Times New Roman" w:hAnsi="Times New Roman"/>
                <w:sz w:val="24"/>
                <w:szCs w:val="24"/>
              </w:rPr>
              <w:t>How is this knowledge applied in our daily lives?</w:t>
            </w:r>
          </w:p>
          <w:p w:rsidR="008471DE" w:rsidRPr="000B5CE4" w:rsidRDefault="008471DE" w:rsidP="00B00F54">
            <w:pPr>
              <w:pStyle w:val="BodyText"/>
              <w:spacing w:line="240" w:lineRule="auto"/>
              <w:rPr>
                <w:rFonts w:ascii="Times New Roman" w:hAnsi="Times New Roman"/>
                <w:sz w:val="24"/>
                <w:szCs w:val="24"/>
              </w:rPr>
            </w:pPr>
            <w:r w:rsidRPr="000B5CE4">
              <w:rPr>
                <w:rFonts w:ascii="Times New Roman" w:hAnsi="Times New Roman"/>
                <w:sz w:val="24"/>
                <w:szCs w:val="24"/>
              </w:rPr>
              <w:t>It is a real world scenario into which they can fuse their foundational knowledge of parentage to new technology and its uses in identification.</w:t>
            </w:r>
          </w:p>
          <w:p w:rsidR="008471DE" w:rsidRPr="000B5CE4" w:rsidRDefault="008471DE" w:rsidP="00E808F3">
            <w:pPr>
              <w:rPr>
                <w:b/>
              </w:rPr>
            </w:pPr>
          </w:p>
          <w:p w:rsidR="008471DE" w:rsidRPr="000B5CE4" w:rsidRDefault="008471DE" w:rsidP="00E808F3">
            <w:pPr>
              <w:rPr>
                <w:b/>
              </w:rPr>
            </w:pPr>
          </w:p>
        </w:tc>
      </w:tr>
      <w:tr w:rsidR="008471DE" w:rsidRPr="000B5CE4"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8471DE" w:rsidRPr="000B5CE4" w:rsidRDefault="008471DE" w:rsidP="00E808F3">
            <w:r w:rsidRPr="000B5CE4">
              <w:rPr>
                <w:b/>
              </w:rPr>
              <w:t>EVALUATION</w:t>
            </w:r>
          </w:p>
          <w:p w:rsidR="008471DE" w:rsidRPr="000B5CE4" w:rsidRDefault="008471DE" w:rsidP="001D7AD0">
            <w:pPr>
              <w:pStyle w:val="BodyText"/>
              <w:numPr>
                <w:ilvl w:val="0"/>
                <w:numId w:val="1"/>
              </w:numPr>
              <w:spacing w:line="240" w:lineRule="auto"/>
              <w:rPr>
                <w:rFonts w:ascii="Times New Roman" w:hAnsi="Times New Roman"/>
                <w:sz w:val="24"/>
                <w:szCs w:val="24"/>
              </w:rPr>
            </w:pPr>
            <w:r w:rsidRPr="000B5CE4">
              <w:rPr>
                <w:rFonts w:ascii="Times New Roman" w:hAnsi="Times New Roman"/>
                <w:sz w:val="24"/>
                <w:szCs w:val="24"/>
              </w:rPr>
              <w:t>How will students demonstrate that they have achieved the lesson objective?</w:t>
            </w:r>
          </w:p>
          <w:p w:rsidR="008471DE" w:rsidRPr="000B5CE4" w:rsidRDefault="008471DE" w:rsidP="0075234F">
            <w:pPr>
              <w:pStyle w:val="BodyText"/>
              <w:spacing w:line="240" w:lineRule="auto"/>
              <w:ind w:left="360"/>
              <w:rPr>
                <w:rFonts w:ascii="Times New Roman" w:hAnsi="Times New Roman"/>
                <w:sz w:val="24"/>
                <w:szCs w:val="24"/>
              </w:rPr>
            </w:pPr>
          </w:p>
          <w:p w:rsidR="008471DE" w:rsidRPr="000B5CE4" w:rsidRDefault="008471DE" w:rsidP="0075234F">
            <w:pPr>
              <w:pStyle w:val="BodyText"/>
              <w:spacing w:line="240" w:lineRule="auto"/>
              <w:rPr>
                <w:rFonts w:ascii="Times New Roman" w:hAnsi="Times New Roman"/>
                <w:sz w:val="24"/>
                <w:szCs w:val="24"/>
              </w:rPr>
            </w:pPr>
            <w:r w:rsidRPr="000B5CE4">
              <w:rPr>
                <w:rFonts w:ascii="Times New Roman" w:hAnsi="Times New Roman"/>
                <w:sz w:val="24"/>
                <w:szCs w:val="24"/>
              </w:rPr>
              <w:t>They should be able to construct the patterns and make an accurate prediction.  If the instructor changes the “baby’s” gene pattern, they should be able to select the correct prediction.</w:t>
            </w:r>
          </w:p>
          <w:p w:rsidR="008471DE" w:rsidRPr="000B5CE4" w:rsidRDefault="008471DE" w:rsidP="0075234F">
            <w:pPr>
              <w:pStyle w:val="BodyText"/>
              <w:spacing w:line="240" w:lineRule="auto"/>
              <w:rPr>
                <w:rFonts w:ascii="Times New Roman" w:hAnsi="Times New Roman"/>
                <w:sz w:val="24"/>
                <w:szCs w:val="24"/>
              </w:rPr>
            </w:pPr>
          </w:p>
          <w:p w:rsidR="008471DE" w:rsidRPr="000B5CE4" w:rsidRDefault="008471DE" w:rsidP="001D7AD0">
            <w:pPr>
              <w:pStyle w:val="BodyText"/>
              <w:numPr>
                <w:ilvl w:val="0"/>
                <w:numId w:val="1"/>
              </w:numPr>
              <w:spacing w:line="240" w:lineRule="auto"/>
              <w:rPr>
                <w:rFonts w:ascii="Times New Roman" w:hAnsi="Times New Roman"/>
                <w:sz w:val="24"/>
                <w:szCs w:val="24"/>
              </w:rPr>
            </w:pPr>
            <w:r w:rsidRPr="000B5CE4">
              <w:rPr>
                <w:rFonts w:ascii="Times New Roman" w:hAnsi="Times New Roman"/>
                <w:sz w:val="24"/>
                <w:szCs w:val="24"/>
              </w:rPr>
              <w:t>This should be embedded throughout the lesson as well as at the end of the lesson</w:t>
            </w:r>
          </w:p>
          <w:p w:rsidR="008471DE" w:rsidRPr="000B5CE4" w:rsidRDefault="008471DE" w:rsidP="00E808F3">
            <w:pPr>
              <w:rPr>
                <w:b/>
              </w:rPr>
            </w:pPr>
          </w:p>
          <w:p w:rsidR="008471DE" w:rsidRPr="000B5CE4" w:rsidRDefault="008471DE" w:rsidP="00E808F3">
            <w:r w:rsidRPr="000B5CE4">
              <w:t>It is important to monitor what the students are doing at each step.</w:t>
            </w:r>
          </w:p>
        </w:tc>
      </w:tr>
    </w:tbl>
    <w:p w:rsidR="008471DE" w:rsidRPr="000B5CE4" w:rsidRDefault="008471DE" w:rsidP="00515E96">
      <w:pPr>
        <w:ind w:left="720" w:hanging="720"/>
      </w:pPr>
    </w:p>
    <w:p w:rsidR="008471DE" w:rsidRPr="000B5CE4" w:rsidRDefault="008471DE" w:rsidP="00D03CFB">
      <w:r w:rsidRPr="000B5CE4">
        <w:t xml:space="preserve"> </w:t>
      </w:r>
    </w:p>
    <w:p w:rsidR="008471DE" w:rsidRPr="000B5CE4" w:rsidRDefault="008471DE" w:rsidP="008D08F7">
      <w:r w:rsidRPr="000B5CE4">
        <w:br w:type="page"/>
      </w:r>
      <w:r>
        <w:rPr>
          <w:noProof/>
        </w:rPr>
      </w:r>
      <w:r w:rsidRPr="000B5CE4">
        <w:pict>
          <v:group id="_x0000_s1026" editas="canvas" style="width:468pt;height:265.25pt;mso-position-horizontal-relative:char;mso-position-vertical-relative:line" coordorigin="2527,-930" coordsize="9046,516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527;top:-930;width:9046;height:5160" o:preferrelative="f">
              <v:fill o:detectmouseclick="t"/>
              <v:path o:extrusionok="t" o:connecttype="none"/>
              <o:lock v:ext="edit" text="t"/>
            </v:shape>
            <v:shapetype id="_x0000_t202" coordsize="21600,21600" o:spt="202" path="m,l,21600r21600,l21600,xe">
              <v:stroke joinstyle="miter"/>
              <v:path gradientshapeok="t" o:connecttype="rect"/>
            </v:shapetype>
            <v:shape id="_x0000_s1028" type="#_x0000_t202" style="position:absolute;left:5481;top:-930;width:2592;height:1622;mso-wrap-style:none;v-text-anchor:top-baseline" filled="f" fillcolor="#0c9" stroked="f">
              <v:textbox style="mso-fit-shape-to-text:t" inset="5.76pt,2.88pt,5.76pt,2.88pt">
                <w:txbxContent>
                  <w:p w:rsidR="008471DE" w:rsidRPr="00617A96" w:rsidRDefault="008471DE" w:rsidP="00B04C82">
                    <w:pPr>
                      <w:autoSpaceDE w:val="0"/>
                      <w:autoSpaceDN w:val="0"/>
                      <w:adjustRightInd w:val="0"/>
                      <w:jc w:val="center"/>
                      <w:rPr>
                        <w:b/>
                        <w:bCs/>
                        <w:color w:val="000000"/>
                        <w:sz w:val="45"/>
                        <w:szCs w:val="56"/>
                      </w:rPr>
                    </w:pPr>
                    <w:r w:rsidRPr="00617A96">
                      <w:rPr>
                        <w:b/>
                        <w:bCs/>
                        <w:color w:val="000000"/>
                        <w:sz w:val="45"/>
                        <w:szCs w:val="56"/>
                      </w:rPr>
                      <w:t>Onya-Birri</w:t>
                    </w:r>
                  </w:p>
                  <w:p w:rsidR="008471DE" w:rsidRPr="00617A96" w:rsidRDefault="008471DE" w:rsidP="00B04C82">
                    <w:pPr>
                      <w:autoSpaceDE w:val="0"/>
                      <w:autoSpaceDN w:val="0"/>
                      <w:adjustRightInd w:val="0"/>
                      <w:jc w:val="center"/>
                      <w:rPr>
                        <w:b/>
                        <w:bCs/>
                        <w:color w:val="000000"/>
                        <w:sz w:val="45"/>
                        <w:szCs w:val="56"/>
                      </w:rPr>
                    </w:pPr>
                    <w:r w:rsidRPr="00617A96">
                      <w:rPr>
                        <w:b/>
                        <w:bCs/>
                        <w:color w:val="000000"/>
                        <w:sz w:val="45"/>
                        <w:szCs w:val="56"/>
                      </w:rPr>
                      <w:t>“Ghost-boy”</w:t>
                    </w:r>
                  </w:p>
                </w:txbxContent>
              </v:textbox>
            </v:shape>
            <v:shape id="_x0000_s1029" type="#_x0000_t202" style="position:absolute;left:5481;top:556;width:6092;height:3514" filled="f" fillcolor="#0c9" stroked="f">
              <v:textbox style="mso-fit-shape-to-text:t" inset="5.76pt,2.88pt,5.76pt,2.88pt">
                <w:txbxContent>
                  <w:p w:rsidR="008471DE" w:rsidRPr="00617A96" w:rsidRDefault="008471DE" w:rsidP="00B04C82">
                    <w:pPr>
                      <w:autoSpaceDE w:val="0"/>
                      <w:autoSpaceDN w:val="0"/>
                      <w:adjustRightInd w:val="0"/>
                      <w:rPr>
                        <w:color w:val="000000"/>
                        <w:sz w:val="38"/>
                        <w:szCs w:val="48"/>
                      </w:rPr>
                    </w:pPr>
                    <w:r w:rsidRPr="00617A96">
                      <w:rPr>
                        <w:color w:val="000000"/>
                        <w:sz w:val="38"/>
                        <w:szCs w:val="48"/>
                      </w:rPr>
                      <w:t>A new baby koala bear was born in the San Diego Zoo.  He is a rare albino koala.  Albinism is an inherited condition.  It is important that we know who his parents are.  We know his mom is Banjeeri, but we don’t know whether Rory or Jasper is his dad.  How can we tell who is his dad?</w:t>
                    </w:r>
                  </w:p>
                </w:txbxContent>
              </v:textbox>
            </v:shape>
            <v:shape id="_x0000_s1030" type="#_x0000_t75" style="position:absolute;left:2527;top:653;width:2396;height:3484">
              <v:imagedata r:id="rId7" o:title=""/>
            </v:shape>
            <w10:anchorlock/>
          </v:group>
        </w:pict>
      </w:r>
    </w:p>
    <w:p w:rsidR="008471DE" w:rsidRPr="000B5CE4" w:rsidRDefault="008471DE" w:rsidP="008D08F7"/>
    <w:p w:rsidR="008471DE" w:rsidRPr="000B5CE4" w:rsidRDefault="008471DE" w:rsidP="00B04C82">
      <w:r w:rsidRPr="000B5CE4">
        <w:rPr>
          <w:b/>
          <w:bCs/>
        </w:rPr>
        <w:t xml:space="preserve">• </w:t>
      </w:r>
      <w:r w:rsidRPr="000B5CE4">
        <w:t>Just like human babies, koala babies inherit their genes or genetic material from both of their parents.</w:t>
      </w:r>
    </w:p>
    <w:p w:rsidR="008471DE" w:rsidRPr="000B5CE4" w:rsidRDefault="008471DE" w:rsidP="00B04C82">
      <w:r w:rsidRPr="000B5CE4">
        <w:rPr>
          <w:b/>
          <w:bCs/>
        </w:rPr>
        <w:t xml:space="preserve">• </w:t>
      </w:r>
      <w:r w:rsidRPr="000B5CE4">
        <w:t>So Onya-Birri inherited half of his genes from his mom (Banjeeri) and the other half from his dad (Rory or Jasper).</w:t>
      </w:r>
    </w:p>
    <w:p w:rsidR="008471DE" w:rsidRPr="000B5CE4" w:rsidRDefault="008471DE" w:rsidP="00B04C82">
      <w:r w:rsidRPr="000B5CE4">
        <w:rPr>
          <w:b/>
          <w:bCs/>
        </w:rPr>
        <w:t xml:space="preserve">• </w:t>
      </w:r>
      <w:r w:rsidRPr="000B5CE4">
        <w:t>We can tell from whom Onya-Birri received his genes by comparing all of their genes (DNA) at once using DNA fingerprinting.</w:t>
      </w:r>
    </w:p>
    <w:p w:rsidR="008471DE" w:rsidRPr="000B5CE4" w:rsidRDefault="008471DE" w:rsidP="00B04C82"/>
    <w:p w:rsidR="008471DE" w:rsidRPr="000B5CE4" w:rsidRDefault="008471DE" w:rsidP="00B04C82">
      <w:r w:rsidRPr="000B5CE4">
        <w:t>DNA fingerprinting has four steps:</w:t>
      </w:r>
    </w:p>
    <w:p w:rsidR="008471DE" w:rsidRPr="000B5CE4" w:rsidRDefault="008471DE" w:rsidP="00B04C82">
      <w:r w:rsidRPr="000B5CE4">
        <w:tab/>
        <w:t>- first we need to isolate some of each koala’s DNA</w:t>
      </w:r>
    </w:p>
    <w:p w:rsidR="008471DE" w:rsidRPr="000B5CE4" w:rsidRDefault="008471DE" w:rsidP="00B04C82">
      <w:r w:rsidRPr="000B5CE4">
        <w:tab/>
      </w:r>
      <w:r w:rsidRPr="000B5CE4">
        <w:tab/>
        <w:t>(we can get this from blood or skin)</w:t>
      </w:r>
    </w:p>
    <w:p w:rsidR="008471DE" w:rsidRPr="000B5CE4" w:rsidRDefault="008471DE" w:rsidP="00B04C82">
      <w:r w:rsidRPr="000B5CE4">
        <w:tab/>
        <w:t>- next we have to find a way to make enough DNA to see</w:t>
      </w:r>
    </w:p>
    <w:p w:rsidR="008471DE" w:rsidRPr="000B5CE4" w:rsidRDefault="008471DE" w:rsidP="00B04C82">
      <w:r w:rsidRPr="000B5CE4">
        <w:tab/>
      </w:r>
      <w:r w:rsidRPr="000B5CE4">
        <w:tab/>
        <w:t>(polymerase chain reaction)</w:t>
      </w:r>
    </w:p>
    <w:p w:rsidR="008471DE" w:rsidRPr="000B5CE4" w:rsidRDefault="008471DE" w:rsidP="00B04C82">
      <w:r w:rsidRPr="000B5CE4">
        <w:tab/>
        <w:t>- third we have to separate the DNA by size</w:t>
      </w:r>
    </w:p>
    <w:p w:rsidR="008471DE" w:rsidRPr="000B5CE4" w:rsidRDefault="008471DE" w:rsidP="00B04C82">
      <w:r w:rsidRPr="000B5CE4">
        <w:tab/>
      </w:r>
      <w:r w:rsidRPr="000B5CE4">
        <w:tab/>
        <w:t>(electrophoresis)</w:t>
      </w:r>
    </w:p>
    <w:p w:rsidR="008471DE" w:rsidRPr="000B5CE4" w:rsidRDefault="008471DE" w:rsidP="00B04C82">
      <w:r w:rsidRPr="000B5CE4">
        <w:tab/>
        <w:t>- and finally, we look at the DNA patterns.</w:t>
      </w:r>
    </w:p>
    <w:p w:rsidR="008471DE" w:rsidRPr="000B5CE4" w:rsidRDefault="008471DE" w:rsidP="00B04C82"/>
    <w:p w:rsidR="008471DE" w:rsidRPr="000B5CE4" w:rsidRDefault="008471DE" w:rsidP="00B04C82">
      <w:r w:rsidRPr="000B5CE4">
        <w:br w:type="page"/>
      </w:r>
    </w:p>
    <w:p w:rsidR="008471DE" w:rsidRPr="000B5CE4" w:rsidRDefault="008471DE" w:rsidP="00B04C82">
      <w:r w:rsidRPr="000B5CE4">
        <w:pict>
          <v:shape id="_x0000_i1026" type="#_x0000_t75" style="width:463.5pt;height:246.75pt">
            <v:imagedata r:id="rId8" o:title=""/>
          </v:shape>
        </w:pict>
      </w:r>
    </w:p>
    <w:p w:rsidR="008471DE" w:rsidRPr="000B5CE4" w:rsidRDefault="008471DE" w:rsidP="008D08F7">
      <w:r w:rsidRPr="000B5CE4">
        <w:pict>
          <v:shape id="_x0000_i1027" type="#_x0000_t75" style="width:444.75pt;height:380.25pt">
            <v:imagedata r:id="rId9" o:title=""/>
          </v:shape>
        </w:pict>
      </w:r>
    </w:p>
    <w:p w:rsidR="008471DE" w:rsidRPr="000B5CE4" w:rsidRDefault="008471DE" w:rsidP="008D08F7">
      <w:r w:rsidRPr="000B5CE4">
        <w:br w:type="page"/>
      </w:r>
      <w:r>
        <w:rPr>
          <w:noProof/>
        </w:rPr>
      </w:r>
      <w:r w:rsidRPr="000B5CE4">
        <w:pict>
          <v:group id="_x0000_s1031" editas="canvas" style="width:468pt;height:355.7pt;mso-position-horizontal-relative:char;mso-position-vertical-relative:line" coordorigin="2527,-930" coordsize="9231,7061">
            <o:lock v:ext="edit" aspectratio="t"/>
            <v:shape id="_x0000_s1032" type="#_x0000_t75" style="position:absolute;left:2527;top:-930;width:9231;height:7061" o:preferrelative="f">
              <v:fill o:detectmouseclick="t"/>
              <v:path o:extrusionok="t" o:connecttype="none"/>
              <o:lock v:ext="edit" text="t"/>
            </v:shape>
            <v:shape id="_x0000_s1033" type="#_x0000_t202" style="position:absolute;left:5019;top:-930;width:3114;height:1116;mso-wrap-style:none;v-text-anchor:top-baseline" filled="f" fillcolor="#0c9" stroked="f">
              <v:textbox style="mso-fit-shape-to-text:t" inset="1.98119mm,.99061mm,1.98119mm,.99061mm">
                <w:txbxContent>
                  <w:p w:rsidR="008471DE" w:rsidRPr="00617A96" w:rsidRDefault="008471DE" w:rsidP="00C37B50">
                    <w:pPr>
                      <w:autoSpaceDE w:val="0"/>
                      <w:autoSpaceDN w:val="0"/>
                      <w:adjustRightInd w:val="0"/>
                      <w:rPr>
                        <w:b/>
                        <w:bCs/>
                        <w:color w:val="000000"/>
                        <w:sz w:val="44"/>
                        <w:szCs w:val="56"/>
                      </w:rPr>
                    </w:pPr>
                    <w:r w:rsidRPr="00617A96">
                      <w:rPr>
                        <w:b/>
                        <w:bCs/>
                        <w:color w:val="000000"/>
                        <w:sz w:val="44"/>
                        <w:szCs w:val="56"/>
                      </w:rPr>
                      <w:t>Electrophoresis</w:t>
                    </w:r>
                  </w:p>
                </w:txbxContent>
              </v:textbox>
            </v:shape>
            <v:shape id="_x0000_s1034" type="#_x0000_t202" style="position:absolute;left:6312;top:1749;width:5446;height:3912" filled="f" fillcolor="#0c9" stroked="f">
              <v:textbox style="mso-fit-shape-to-text:t" inset="1.98119mm,.99061mm,1.98119mm,.99061mm">
                <w:txbxContent>
                  <w:p w:rsidR="008471DE" w:rsidRPr="00617A96" w:rsidRDefault="008471DE" w:rsidP="00C37B50">
                    <w:pPr>
                      <w:autoSpaceDE w:val="0"/>
                      <w:autoSpaceDN w:val="0"/>
                      <w:adjustRightInd w:val="0"/>
                      <w:rPr>
                        <w:color w:val="000000"/>
                        <w:sz w:val="37"/>
                        <w:szCs w:val="48"/>
                      </w:rPr>
                    </w:pPr>
                    <w:r w:rsidRPr="00617A96">
                      <w:rPr>
                        <w:color w:val="000000"/>
                        <w:sz w:val="37"/>
                        <w:szCs w:val="48"/>
                      </w:rPr>
                      <w:t>Bigger pieces of DNA will travel slowly and stay near the top.</w:t>
                    </w:r>
                  </w:p>
                  <w:p w:rsidR="008471DE" w:rsidRPr="00617A96" w:rsidRDefault="008471DE" w:rsidP="00C37B50">
                    <w:pPr>
                      <w:autoSpaceDE w:val="0"/>
                      <w:autoSpaceDN w:val="0"/>
                      <w:adjustRightInd w:val="0"/>
                      <w:rPr>
                        <w:color w:val="000000"/>
                        <w:sz w:val="37"/>
                        <w:szCs w:val="48"/>
                      </w:rPr>
                    </w:pPr>
                  </w:p>
                  <w:p w:rsidR="008471DE" w:rsidRPr="00617A96" w:rsidRDefault="008471DE" w:rsidP="00C37B50">
                    <w:pPr>
                      <w:autoSpaceDE w:val="0"/>
                      <w:autoSpaceDN w:val="0"/>
                      <w:adjustRightInd w:val="0"/>
                      <w:rPr>
                        <w:color w:val="000000"/>
                        <w:sz w:val="37"/>
                        <w:szCs w:val="48"/>
                      </w:rPr>
                    </w:pPr>
                  </w:p>
                  <w:p w:rsidR="008471DE" w:rsidRPr="00617A96" w:rsidRDefault="008471DE" w:rsidP="00C37B50">
                    <w:pPr>
                      <w:autoSpaceDE w:val="0"/>
                      <w:autoSpaceDN w:val="0"/>
                      <w:adjustRightInd w:val="0"/>
                      <w:rPr>
                        <w:color w:val="000000"/>
                        <w:sz w:val="37"/>
                        <w:szCs w:val="48"/>
                      </w:rPr>
                    </w:pPr>
                  </w:p>
                  <w:p w:rsidR="008471DE" w:rsidRPr="00617A96" w:rsidRDefault="008471DE" w:rsidP="00C37B50">
                    <w:pPr>
                      <w:autoSpaceDE w:val="0"/>
                      <w:autoSpaceDN w:val="0"/>
                      <w:adjustRightInd w:val="0"/>
                      <w:rPr>
                        <w:color w:val="000000"/>
                        <w:sz w:val="37"/>
                        <w:szCs w:val="48"/>
                      </w:rPr>
                    </w:pPr>
                  </w:p>
                  <w:p w:rsidR="008471DE" w:rsidRPr="00617A96" w:rsidRDefault="008471DE" w:rsidP="00C37B50">
                    <w:pPr>
                      <w:autoSpaceDE w:val="0"/>
                      <w:autoSpaceDN w:val="0"/>
                      <w:adjustRightInd w:val="0"/>
                      <w:rPr>
                        <w:color w:val="000000"/>
                        <w:sz w:val="37"/>
                        <w:szCs w:val="48"/>
                      </w:rPr>
                    </w:pPr>
                  </w:p>
                  <w:p w:rsidR="008471DE" w:rsidRPr="00617A96" w:rsidRDefault="008471DE" w:rsidP="00C37B50">
                    <w:pPr>
                      <w:autoSpaceDE w:val="0"/>
                      <w:autoSpaceDN w:val="0"/>
                      <w:adjustRightInd w:val="0"/>
                      <w:rPr>
                        <w:color w:val="000000"/>
                        <w:sz w:val="37"/>
                        <w:szCs w:val="48"/>
                      </w:rPr>
                    </w:pPr>
                    <w:r w:rsidRPr="00617A96">
                      <w:rPr>
                        <w:color w:val="000000"/>
                        <w:sz w:val="37"/>
                        <w:szCs w:val="48"/>
                      </w:rPr>
                      <w:t>Smaller pieces of DNA will travel fast and be found near the bottom.</w:t>
                    </w:r>
                  </w:p>
                </w:txbxContent>
              </v:textbox>
            </v:shape>
            <v:group id="_x0000_s1035" style="position:absolute;left:2804;top:1857;width:3046;height:4274" coordorigin="1200,1296" coordsize="1584,2688">
              <v:rect id="_x0000_s1036" style="position:absolute;left:1200;top:1296;width:1584;height:2688;v-text-anchor:middle" fillcolor="black">
                <v:fill r:id="rId10" o:title="" color2="silver" type="pattern"/>
              </v:rect>
              <v:rect id="_x0000_s1037" style="position:absolute;left:1344;top:1296;width:192;height:144;v-text-anchor:middle" strokecolor="white"/>
              <v:rect id="_x0000_s1038" style="position:absolute;left:1680;top:1296;width:192;height:144;v-text-anchor:middle" strokecolor="white"/>
              <v:rect id="_x0000_s1039" style="position:absolute;left:2016;top:1296;width:192;height:144;v-text-anchor:middle" strokecolor="white"/>
              <v:rect id="_x0000_s1040" style="position:absolute;left:2352;top:1296;width:192;height:144;v-text-anchor:middle" strokecolor="white"/>
            </v:group>
            <v:shape id="_x0000_s1041" type="#_x0000_t202" style="position:absolute;left:2702;top:464;width:1011;height:955;mso-wrap-style:none;v-text-anchor:top-baseline" filled="f" fillcolor="#0c9" stroked="f">
              <v:textbox style="mso-fit-shape-to-text:t" inset="1.98119mm,.99061mm,1.98119mm,.99061mm">
                <w:txbxContent>
                  <w:p w:rsidR="008471DE" w:rsidRPr="00617A96" w:rsidRDefault="008471DE" w:rsidP="00C37B50">
                    <w:pPr>
                      <w:autoSpaceDE w:val="0"/>
                      <w:autoSpaceDN w:val="0"/>
                      <w:adjustRightInd w:val="0"/>
                      <w:rPr>
                        <w:color w:val="000000"/>
                        <w:sz w:val="37"/>
                        <w:szCs w:val="48"/>
                      </w:rPr>
                    </w:pPr>
                    <w:r w:rsidRPr="00617A96">
                      <w:rPr>
                        <w:color w:val="000000"/>
                        <w:sz w:val="37"/>
                        <w:szCs w:val="48"/>
                      </w:rPr>
                      <w:t>DNA</w:t>
                    </w:r>
                  </w:p>
                </w:txbxContent>
              </v:textbox>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42" type="#_x0000_t67" style="position:absolute;left:3081;top:1021;width:277;height:836;mso-wrap-style:none;v-text-anchor:middle" fillcolor="black"/>
            <v:shape id="_x0000_s1043" type="#_x0000_t202" style="position:absolute;left:2527;top:-280;width:8358;height:1378;mso-wrap-style:none;v-text-anchor:top-baseline" filled="f" fillcolor="#0c9" stroked="f">
              <v:textbox style="mso-fit-shape-to-text:t" inset="1.98119mm,.99061mm,1.98119mm,.99061mm">
                <w:txbxContent>
                  <w:p w:rsidR="008471DE" w:rsidRPr="00617A96" w:rsidRDefault="008471DE" w:rsidP="00C37B50">
                    <w:pPr>
                      <w:autoSpaceDE w:val="0"/>
                      <w:autoSpaceDN w:val="0"/>
                      <w:adjustRightInd w:val="0"/>
                      <w:rPr>
                        <w:color w:val="000000"/>
                        <w:sz w:val="37"/>
                        <w:szCs w:val="48"/>
                      </w:rPr>
                    </w:pPr>
                    <w:r w:rsidRPr="00617A96">
                      <w:rPr>
                        <w:color w:val="000000"/>
                        <w:sz w:val="37"/>
                        <w:szCs w:val="48"/>
                      </w:rPr>
                      <w:t>A way to separate the DNA by size by using electricity.</w:t>
                    </w:r>
                  </w:p>
                  <w:p w:rsidR="008471DE" w:rsidRPr="00617A96" w:rsidRDefault="008471DE" w:rsidP="00C37B50">
                    <w:pPr>
                      <w:autoSpaceDE w:val="0"/>
                      <w:autoSpaceDN w:val="0"/>
                      <w:adjustRightInd w:val="0"/>
                      <w:rPr>
                        <w:color w:val="000000"/>
                        <w:sz w:val="37"/>
                        <w:szCs w:val="48"/>
                      </w:rPr>
                    </w:pPr>
                  </w:p>
                </w:txbxContent>
              </v:textbox>
            </v:shape>
            <v:shape id="_x0000_s1044" type="#_x0000_t67" style="position:absolute;left:7881;top:2972;width:1662;height:1580;mso-wrap-style:none;v-text-anchor:middle" filled="f" fillcolor="#0c9"/>
            <w10:anchorlock/>
          </v:group>
        </w:pict>
      </w:r>
    </w:p>
    <w:p w:rsidR="008471DE" w:rsidRPr="000B5CE4" w:rsidRDefault="008471DE" w:rsidP="008D08F7"/>
    <w:p w:rsidR="008471DE" w:rsidRPr="000B5CE4" w:rsidRDefault="008471DE" w:rsidP="008D08F7"/>
    <w:p w:rsidR="008471DE" w:rsidRPr="000B5CE4" w:rsidRDefault="008471DE" w:rsidP="008D08F7"/>
    <w:p w:rsidR="008471DE" w:rsidRPr="000B5CE4" w:rsidRDefault="008471DE" w:rsidP="008D08F7"/>
    <w:p w:rsidR="008471DE" w:rsidRPr="000B5CE4" w:rsidRDefault="008471DE" w:rsidP="008D08F7"/>
    <w:p w:rsidR="008471DE" w:rsidRPr="000B5CE4" w:rsidRDefault="008471DE" w:rsidP="008D08F7"/>
    <w:p w:rsidR="008471DE" w:rsidRPr="000B5CE4" w:rsidRDefault="008471DE" w:rsidP="008D08F7"/>
    <w:p w:rsidR="008471DE" w:rsidRPr="000B5CE4" w:rsidRDefault="008471DE" w:rsidP="008D08F7"/>
    <w:p w:rsidR="008471DE" w:rsidRPr="000B5CE4" w:rsidRDefault="008471DE" w:rsidP="008D08F7"/>
    <w:p w:rsidR="008471DE" w:rsidRPr="000B5CE4" w:rsidRDefault="008471DE" w:rsidP="008D08F7"/>
    <w:p w:rsidR="008471DE" w:rsidRPr="000B5CE4" w:rsidRDefault="008471DE" w:rsidP="008D08F7"/>
    <w:p w:rsidR="008471DE" w:rsidRPr="000B5CE4" w:rsidRDefault="008471DE" w:rsidP="008D08F7"/>
    <w:p w:rsidR="008471DE" w:rsidRPr="000B5CE4" w:rsidRDefault="008471DE" w:rsidP="008D08F7"/>
    <w:p w:rsidR="008471DE" w:rsidRPr="000B5CE4" w:rsidRDefault="008471DE" w:rsidP="008D08F7"/>
    <w:p w:rsidR="008471DE" w:rsidRPr="000B5CE4" w:rsidRDefault="008471DE" w:rsidP="008D08F7"/>
    <w:p w:rsidR="008471DE" w:rsidRPr="000B5CE4" w:rsidRDefault="008471DE" w:rsidP="008D08F7"/>
    <w:p w:rsidR="008471DE" w:rsidRPr="000B5CE4" w:rsidRDefault="008471DE" w:rsidP="008D08F7"/>
    <w:p w:rsidR="008471DE" w:rsidRPr="000B5CE4" w:rsidRDefault="008471DE" w:rsidP="008D08F7"/>
    <w:p w:rsidR="008471DE" w:rsidRPr="000B5CE4" w:rsidRDefault="008471DE" w:rsidP="008D08F7"/>
    <w:p w:rsidR="008471DE" w:rsidRPr="000B5CE4" w:rsidRDefault="008471DE" w:rsidP="008D08F7">
      <w:pPr>
        <w:sectPr w:rsidR="008471DE" w:rsidRPr="000B5CE4" w:rsidSect="00DF55FD">
          <w:headerReference w:type="default" r:id="rId11"/>
          <w:pgSz w:w="12240" w:h="15840"/>
          <w:pgMar w:top="1440" w:right="1440" w:bottom="1440" w:left="1440" w:header="720" w:footer="720" w:gutter="0"/>
          <w:cols w:space="720"/>
          <w:titlePg/>
          <w:docGrid w:linePitch="360"/>
        </w:sectPr>
      </w:pPr>
    </w:p>
    <w:p w:rsidR="008471DE" w:rsidRPr="000B5CE4" w:rsidRDefault="008471DE" w:rsidP="008D08F7">
      <w:r>
        <w:rPr>
          <w:noProof/>
        </w:rPr>
      </w:r>
      <w:r w:rsidRPr="000B5CE4">
        <w:pict>
          <v:group id="_x0000_s1045" editas="canvas" style="width:9in;height:453.1pt;mso-position-horizontal-relative:char;mso-position-vertical-relative:line" coordorigin="4327,3037" coordsize="7481,5255">
            <o:lock v:ext="edit" aspectratio="t"/>
            <v:shape id="_x0000_s1046" type="#_x0000_t75" style="position:absolute;left:4327;top:3037;width:7481;height:5255" o:preferrelative="f">
              <v:fill o:detectmouseclick="t"/>
              <v:path o:extrusionok="t" o:connecttype="none"/>
              <o:lock v:ext="edit" text="t"/>
            </v:shape>
            <v:rect id="_x0000_s1047" style="position:absolute;left:5218;top:3671;width:6533;height:4621;mso-wrap-style:none;v-text-anchor:middle" fillcolor="black">
              <v:fill r:id="rId10" o:title="" color2="silver" type="pattern"/>
            </v:rect>
            <v:rect id="_x0000_s1048" style="position:absolute;left:6715;top:3671;width:751;height:247;mso-wrap-style:none;v-text-anchor:middle" strokecolor="white"/>
            <v:rect id="_x0000_s1049" style="position:absolute;left:8030;top:3671;width:751;height:247;mso-wrap-style:none;v-text-anchor:middle" strokecolor="white"/>
            <v:rect id="_x0000_s1050" style="position:absolute;left:9345;top:3671;width:752;height:247;mso-wrap-style:none;v-text-anchor:middle" strokecolor="white"/>
            <v:rect id="_x0000_s1051" style="position:absolute;left:10661;top:3671;width:751;height:247;mso-wrap-style:none;v-text-anchor:middle" strokecolor="white"/>
            <v:shape id="_x0000_s1052" type="#_x0000_t202" style="position:absolute;left:6670;top:3037;width:883;height:1000;mso-wrap-style:none;v-text-anchor:top-baseline" filled="f" fillcolor="#0c9" stroked="f">
              <v:textbox style="mso-fit-shape-to-text:t" inset="2.43839mm,1.2192mm,2.43839mm,1.2192mm">
                <w:txbxContent>
                  <w:p w:rsidR="008471DE" w:rsidRPr="00617A96" w:rsidRDefault="008471DE" w:rsidP="00C37B50">
                    <w:pPr>
                      <w:autoSpaceDE w:val="0"/>
                      <w:autoSpaceDN w:val="0"/>
                      <w:adjustRightInd w:val="0"/>
                      <w:jc w:val="center"/>
                      <w:rPr>
                        <w:color w:val="000000"/>
                        <w:sz w:val="46"/>
                        <w:szCs w:val="48"/>
                      </w:rPr>
                    </w:pPr>
                    <w:r w:rsidRPr="00617A96">
                      <w:rPr>
                        <w:color w:val="000000"/>
                        <w:sz w:val="46"/>
                        <w:szCs w:val="48"/>
                      </w:rPr>
                      <w:t>Rory’s</w:t>
                    </w:r>
                  </w:p>
                  <w:p w:rsidR="008471DE" w:rsidRPr="00617A96" w:rsidRDefault="008471DE" w:rsidP="00C37B50">
                    <w:pPr>
                      <w:autoSpaceDE w:val="0"/>
                      <w:autoSpaceDN w:val="0"/>
                      <w:adjustRightInd w:val="0"/>
                      <w:jc w:val="center"/>
                      <w:rPr>
                        <w:color w:val="000000"/>
                        <w:sz w:val="46"/>
                        <w:szCs w:val="48"/>
                      </w:rPr>
                    </w:pPr>
                    <w:r w:rsidRPr="00617A96">
                      <w:rPr>
                        <w:color w:val="000000"/>
                        <w:sz w:val="46"/>
                        <w:szCs w:val="48"/>
                      </w:rPr>
                      <w:t>DNA</w:t>
                    </w:r>
                  </w:p>
                </w:txbxContent>
              </v:textbox>
            </v:shape>
            <v:shape id="_x0000_s1053" type="#_x0000_t202" style="position:absolute;left:7887;top:3037;width:1015;height:1000;mso-wrap-style:none;v-text-anchor:top-baseline" filled="f" fillcolor="#0c9" stroked="f">
              <v:textbox style="mso-fit-shape-to-text:t" inset="2.43839mm,1.2192mm,2.43839mm,1.2192mm">
                <w:txbxContent>
                  <w:p w:rsidR="008471DE" w:rsidRPr="00617A96" w:rsidRDefault="008471DE" w:rsidP="00C37B50">
                    <w:pPr>
                      <w:autoSpaceDE w:val="0"/>
                      <w:autoSpaceDN w:val="0"/>
                      <w:adjustRightInd w:val="0"/>
                      <w:jc w:val="center"/>
                      <w:rPr>
                        <w:color w:val="000000"/>
                        <w:sz w:val="46"/>
                        <w:szCs w:val="48"/>
                      </w:rPr>
                    </w:pPr>
                    <w:r w:rsidRPr="00617A96">
                      <w:rPr>
                        <w:color w:val="000000"/>
                        <w:sz w:val="46"/>
                        <w:szCs w:val="48"/>
                      </w:rPr>
                      <w:t>Jasper’s</w:t>
                    </w:r>
                  </w:p>
                  <w:p w:rsidR="008471DE" w:rsidRPr="00617A96" w:rsidRDefault="008471DE" w:rsidP="00C37B50">
                    <w:pPr>
                      <w:autoSpaceDE w:val="0"/>
                      <w:autoSpaceDN w:val="0"/>
                      <w:adjustRightInd w:val="0"/>
                      <w:jc w:val="center"/>
                      <w:rPr>
                        <w:color w:val="000000"/>
                        <w:sz w:val="46"/>
                        <w:szCs w:val="48"/>
                      </w:rPr>
                    </w:pPr>
                    <w:r w:rsidRPr="00617A96">
                      <w:rPr>
                        <w:color w:val="000000"/>
                        <w:sz w:val="46"/>
                        <w:szCs w:val="48"/>
                      </w:rPr>
                      <w:t>DNA</w:t>
                    </w:r>
                  </w:p>
                </w:txbxContent>
              </v:textbox>
            </v:shape>
            <v:shape id="_x0000_s1054" type="#_x0000_t202" style="position:absolute;left:9104;top:3037;width:1251;height:1000;mso-wrap-style:none;v-text-anchor:top-baseline" filled="f" fillcolor="#0c9" stroked="f">
              <v:textbox style="mso-fit-shape-to-text:t" inset="2.43839mm,1.2192mm,2.43839mm,1.2192mm">
                <w:txbxContent>
                  <w:p w:rsidR="008471DE" w:rsidRPr="00617A96" w:rsidRDefault="008471DE" w:rsidP="00C37B50">
                    <w:pPr>
                      <w:autoSpaceDE w:val="0"/>
                      <w:autoSpaceDN w:val="0"/>
                      <w:adjustRightInd w:val="0"/>
                      <w:jc w:val="center"/>
                      <w:rPr>
                        <w:color w:val="000000"/>
                        <w:sz w:val="46"/>
                        <w:szCs w:val="48"/>
                      </w:rPr>
                    </w:pPr>
                    <w:r w:rsidRPr="00617A96">
                      <w:rPr>
                        <w:color w:val="000000"/>
                        <w:sz w:val="46"/>
                        <w:szCs w:val="48"/>
                      </w:rPr>
                      <w:t>Banjeeri’s</w:t>
                    </w:r>
                  </w:p>
                  <w:p w:rsidR="008471DE" w:rsidRPr="00617A96" w:rsidRDefault="008471DE" w:rsidP="00C37B50">
                    <w:pPr>
                      <w:autoSpaceDE w:val="0"/>
                      <w:autoSpaceDN w:val="0"/>
                      <w:adjustRightInd w:val="0"/>
                      <w:jc w:val="center"/>
                      <w:rPr>
                        <w:color w:val="000000"/>
                        <w:sz w:val="46"/>
                        <w:szCs w:val="48"/>
                      </w:rPr>
                    </w:pPr>
                    <w:r w:rsidRPr="00617A96">
                      <w:rPr>
                        <w:color w:val="000000"/>
                        <w:sz w:val="46"/>
                        <w:szCs w:val="48"/>
                      </w:rPr>
                      <w:t>DNA</w:t>
                    </w:r>
                  </w:p>
                </w:txbxContent>
              </v:textbox>
            </v:shape>
            <v:shape id="_x0000_s1055" type="#_x0000_t202" style="position:absolute;left:10284;top:3037;width:1516;height:1000;mso-wrap-style:none;v-text-anchor:top-baseline" filled="f" fillcolor="#0c9" stroked="f">
              <v:textbox style="mso-fit-shape-to-text:t" inset="2.43839mm,1.2192mm,2.43839mm,1.2192mm">
                <w:txbxContent>
                  <w:p w:rsidR="008471DE" w:rsidRPr="00617A96" w:rsidRDefault="008471DE" w:rsidP="00C37B50">
                    <w:pPr>
                      <w:autoSpaceDE w:val="0"/>
                      <w:autoSpaceDN w:val="0"/>
                      <w:adjustRightInd w:val="0"/>
                      <w:jc w:val="center"/>
                      <w:rPr>
                        <w:color w:val="000000"/>
                        <w:sz w:val="46"/>
                        <w:szCs w:val="48"/>
                      </w:rPr>
                    </w:pPr>
                    <w:r w:rsidRPr="00617A96">
                      <w:rPr>
                        <w:color w:val="000000"/>
                        <w:sz w:val="46"/>
                        <w:szCs w:val="48"/>
                      </w:rPr>
                      <w:t>Onya-Birri’s</w:t>
                    </w:r>
                  </w:p>
                  <w:p w:rsidR="008471DE" w:rsidRPr="00617A96" w:rsidRDefault="008471DE" w:rsidP="00C37B50">
                    <w:pPr>
                      <w:autoSpaceDE w:val="0"/>
                      <w:autoSpaceDN w:val="0"/>
                      <w:adjustRightInd w:val="0"/>
                      <w:jc w:val="center"/>
                      <w:rPr>
                        <w:color w:val="000000"/>
                        <w:sz w:val="46"/>
                        <w:szCs w:val="48"/>
                      </w:rPr>
                    </w:pPr>
                    <w:r w:rsidRPr="00617A96">
                      <w:rPr>
                        <w:color w:val="000000"/>
                        <w:sz w:val="46"/>
                        <w:szCs w:val="48"/>
                      </w:rPr>
                      <w:t>DNA</w:t>
                    </w:r>
                  </w:p>
                </w:txbxContent>
              </v:textbox>
            </v:shape>
            <v:rect id="_x0000_s1056" style="position:absolute;left:5474;top:3671;width:752;height:247;mso-wrap-style:none;v-text-anchor:middle" strokecolor="white"/>
            <v:shape id="_x0000_s1057" type="#_x0000_t202" style="position:absolute;left:5341;top:3068;width:1000;height:693" filled="f" fillcolor="#0c9" stroked="f">
              <v:textbox style="mso-fit-shape-to-text:t" inset="2.43839mm,1.2192mm,2.43839mm,1.2192mm">
                <w:txbxContent>
                  <w:p w:rsidR="008471DE" w:rsidRPr="00617A96" w:rsidRDefault="008471DE" w:rsidP="00C37B50">
                    <w:pPr>
                      <w:autoSpaceDE w:val="0"/>
                      <w:autoSpaceDN w:val="0"/>
                      <w:adjustRightInd w:val="0"/>
                      <w:jc w:val="center"/>
                      <w:rPr>
                        <w:color w:val="000000"/>
                        <w:sz w:val="46"/>
                        <w:szCs w:val="48"/>
                      </w:rPr>
                    </w:pPr>
                    <w:r w:rsidRPr="00617A96">
                      <w:rPr>
                        <w:color w:val="000000"/>
                        <w:sz w:val="46"/>
                        <w:szCs w:val="48"/>
                      </w:rPr>
                      <w:t>control</w:t>
                    </w:r>
                  </w:p>
                  <w:p w:rsidR="008471DE" w:rsidRPr="00617A96" w:rsidRDefault="008471DE" w:rsidP="00C37B50">
                    <w:pPr>
                      <w:autoSpaceDE w:val="0"/>
                      <w:autoSpaceDN w:val="0"/>
                      <w:adjustRightInd w:val="0"/>
                      <w:jc w:val="center"/>
                      <w:rPr>
                        <w:color w:val="000000"/>
                        <w:sz w:val="46"/>
                        <w:szCs w:val="48"/>
                      </w:rPr>
                    </w:pPr>
                    <w:r w:rsidRPr="00617A96">
                      <w:rPr>
                        <w:color w:val="000000"/>
                        <w:sz w:val="46"/>
                        <w:szCs w:val="48"/>
                      </w:rPr>
                      <w:t>DNA</w:t>
                    </w:r>
                  </w:p>
                </w:txbxContent>
              </v:textbox>
            </v:shape>
            <v:rect id="_x0000_s1058" style="position:absolute;left:5541;top:4407;width:289;height:134;mso-wrap-style:none;v-text-anchor:middle" fillcolor="black">
              <v:textbox inset="2.43839mm,1.2192mm,2.43839mm,1.2192mm">
                <w:txbxContent>
                  <w:p w:rsidR="008471DE" w:rsidRPr="00617A96" w:rsidRDefault="008471DE" w:rsidP="00C37B50">
                    <w:pPr>
                      <w:autoSpaceDE w:val="0"/>
                      <w:autoSpaceDN w:val="0"/>
                      <w:adjustRightInd w:val="0"/>
                      <w:jc w:val="center"/>
                      <w:rPr>
                        <w:color w:val="000000"/>
                        <w:sz w:val="46"/>
                        <w:szCs w:val="48"/>
                      </w:rPr>
                    </w:pPr>
                  </w:p>
                </w:txbxContent>
              </v:textbox>
            </v:rect>
            <v:rect id="_x0000_s1059" style="position:absolute;left:5541;top:5814;width:289;height:134;mso-wrap-style:none;v-text-anchor:middle" fillcolor="black">
              <v:textbox inset="2.43839mm,1.2192mm,2.43839mm,1.2192mm">
                <w:txbxContent>
                  <w:p w:rsidR="008471DE" w:rsidRPr="00617A96" w:rsidRDefault="008471DE" w:rsidP="00C37B50">
                    <w:pPr>
                      <w:autoSpaceDE w:val="0"/>
                      <w:autoSpaceDN w:val="0"/>
                      <w:adjustRightInd w:val="0"/>
                      <w:jc w:val="center"/>
                      <w:rPr>
                        <w:color w:val="000000"/>
                        <w:sz w:val="46"/>
                        <w:szCs w:val="48"/>
                      </w:rPr>
                    </w:pPr>
                  </w:p>
                </w:txbxContent>
              </v:textbox>
            </v:rect>
            <v:rect id="_x0000_s1060" style="position:absolute;left:5541;top:6685;width:289;height:133;mso-wrap-style:none;v-text-anchor:middle" fillcolor="black">
              <v:textbox inset="2.43839mm,1.2192mm,2.43839mm,1.2192mm">
                <w:txbxContent>
                  <w:p w:rsidR="008471DE" w:rsidRPr="00617A96" w:rsidRDefault="008471DE" w:rsidP="00C37B50">
                    <w:pPr>
                      <w:autoSpaceDE w:val="0"/>
                      <w:autoSpaceDN w:val="0"/>
                      <w:adjustRightInd w:val="0"/>
                      <w:jc w:val="center"/>
                      <w:rPr>
                        <w:color w:val="000000"/>
                        <w:sz w:val="46"/>
                        <w:szCs w:val="48"/>
                      </w:rPr>
                    </w:pPr>
                  </w:p>
                </w:txbxContent>
              </v:textbox>
            </v:rect>
            <v:rect id="_x0000_s1061" style="position:absolute;left:5541;top:7488;width:289;height:134;mso-wrap-style:none;v-text-anchor:middle" fillcolor="black">
              <v:textbox inset="2.43839mm,1.2192mm,2.43839mm,1.2192mm">
                <w:txbxContent>
                  <w:p w:rsidR="008471DE" w:rsidRPr="00617A96" w:rsidRDefault="008471DE" w:rsidP="00C37B50">
                    <w:pPr>
                      <w:autoSpaceDE w:val="0"/>
                      <w:autoSpaceDN w:val="0"/>
                      <w:adjustRightInd w:val="0"/>
                      <w:jc w:val="center"/>
                      <w:rPr>
                        <w:color w:val="000000"/>
                        <w:sz w:val="46"/>
                        <w:szCs w:val="48"/>
                      </w:rPr>
                    </w:pPr>
                  </w:p>
                </w:txbxContent>
              </v:textbox>
            </v:rect>
            <v:shape id="_x0000_s1062" type="#_x0000_t202" style="position:absolute;left:4327;top:4176;width:280;height:387;mso-wrap-style:none;v-text-anchor:top-baseline" filled="f" fillcolor="#0c9" stroked="f">
              <v:textbox style="mso-fit-shape-to-text:t" inset="2.43839mm,1.2192mm,2.43839mm,1.2192mm">
                <w:txbxContent>
                  <w:p w:rsidR="008471DE" w:rsidRPr="00617A96" w:rsidRDefault="008471DE" w:rsidP="00C37B50">
                    <w:pPr>
                      <w:autoSpaceDE w:val="0"/>
                      <w:autoSpaceDN w:val="0"/>
                      <w:adjustRightInd w:val="0"/>
                      <w:rPr>
                        <w:color w:val="000000"/>
                        <w:sz w:val="46"/>
                        <w:szCs w:val="48"/>
                      </w:rPr>
                    </w:pPr>
                  </w:p>
                </w:txbxContent>
              </v:textbox>
            </v:shape>
            <v:rect id="_x0000_s1063" style="position:absolute;left:5541;top:5077;width:289;height:134;mso-wrap-style:none;v-text-anchor:middle" fillcolor="black">
              <v:textbox inset="2.43839mm,1.2192mm,2.43839mm,1.2192mm">
                <w:txbxContent>
                  <w:p w:rsidR="008471DE" w:rsidRPr="00617A96" w:rsidRDefault="008471DE" w:rsidP="00C37B50">
                    <w:pPr>
                      <w:autoSpaceDE w:val="0"/>
                      <w:autoSpaceDN w:val="0"/>
                      <w:adjustRightInd w:val="0"/>
                      <w:jc w:val="center"/>
                      <w:rPr>
                        <w:color w:val="000000"/>
                        <w:sz w:val="46"/>
                        <w:szCs w:val="48"/>
                      </w:rPr>
                    </w:pPr>
                  </w:p>
                </w:txbxContent>
              </v:textbox>
            </v:rect>
            <v:shape id="_x0000_s1064" type="#_x0000_t202" style="position:absolute;left:4646;top:4243;width:426;height:387;mso-wrap-style:none;v-text-anchor:top-baseline" filled="f" fillcolor="#0c9" stroked="f">
              <v:textbox style="mso-fit-shape-to-text:t" inset="2.43839mm,1.2192mm,2.43839mm,1.2192mm">
                <w:txbxContent>
                  <w:p w:rsidR="008471DE" w:rsidRPr="00617A96" w:rsidRDefault="008471DE" w:rsidP="00C37B50">
                    <w:pPr>
                      <w:autoSpaceDE w:val="0"/>
                      <w:autoSpaceDN w:val="0"/>
                      <w:adjustRightInd w:val="0"/>
                      <w:rPr>
                        <w:color w:val="000000"/>
                        <w:sz w:val="46"/>
                        <w:szCs w:val="48"/>
                      </w:rPr>
                    </w:pPr>
                    <w:r w:rsidRPr="00617A96">
                      <w:rPr>
                        <w:color w:val="000000"/>
                        <w:sz w:val="46"/>
                        <w:szCs w:val="48"/>
                      </w:rPr>
                      <w:t>10</w:t>
                    </w:r>
                  </w:p>
                </w:txbxContent>
              </v:textbox>
            </v:shape>
            <v:shape id="_x0000_s1065" type="#_x0000_t202" style="position:absolute;left:4780;top:4943;width:293;height:387;mso-wrap-style:none;v-text-anchor:top-baseline" filled="f" fillcolor="#0c9" stroked="f">
              <v:textbox style="mso-fit-shape-to-text:t" inset="2.43839mm,1.2192mm,2.43839mm,1.2192mm">
                <w:txbxContent>
                  <w:p w:rsidR="008471DE" w:rsidRPr="00617A96" w:rsidRDefault="008471DE" w:rsidP="00C37B50">
                    <w:pPr>
                      <w:autoSpaceDE w:val="0"/>
                      <w:autoSpaceDN w:val="0"/>
                      <w:adjustRightInd w:val="0"/>
                      <w:rPr>
                        <w:color w:val="000000"/>
                        <w:sz w:val="46"/>
                        <w:szCs w:val="48"/>
                      </w:rPr>
                    </w:pPr>
                    <w:r w:rsidRPr="00617A96">
                      <w:rPr>
                        <w:color w:val="000000"/>
                        <w:sz w:val="46"/>
                        <w:szCs w:val="48"/>
                      </w:rPr>
                      <w:t>8</w:t>
                    </w:r>
                  </w:p>
                </w:txbxContent>
              </v:textbox>
            </v:shape>
            <v:shape id="_x0000_s1066" type="#_x0000_t202" style="position:absolute;left:4780;top:5680;width:293;height:387;mso-wrap-style:none;v-text-anchor:top-baseline" filled="f" fillcolor="#0c9" stroked="f">
              <v:textbox style="mso-fit-shape-to-text:t" inset="2.43839mm,1.2192mm,2.43839mm,1.2192mm">
                <w:txbxContent>
                  <w:p w:rsidR="008471DE" w:rsidRPr="00617A96" w:rsidRDefault="008471DE" w:rsidP="00C37B50">
                    <w:pPr>
                      <w:autoSpaceDE w:val="0"/>
                      <w:autoSpaceDN w:val="0"/>
                      <w:adjustRightInd w:val="0"/>
                      <w:rPr>
                        <w:color w:val="000000"/>
                        <w:sz w:val="46"/>
                        <w:szCs w:val="48"/>
                      </w:rPr>
                    </w:pPr>
                    <w:r w:rsidRPr="00617A96">
                      <w:rPr>
                        <w:color w:val="000000"/>
                        <w:sz w:val="46"/>
                        <w:szCs w:val="48"/>
                      </w:rPr>
                      <w:t>6</w:t>
                    </w:r>
                  </w:p>
                </w:txbxContent>
              </v:textbox>
            </v:shape>
            <v:shape id="_x0000_s1067" type="#_x0000_t202" style="position:absolute;left:4780;top:6551;width:293;height:387;mso-wrap-style:none;v-text-anchor:top-baseline" filled="f" fillcolor="#0c9" stroked="f">
              <v:textbox style="mso-fit-shape-to-text:t" inset="2.43839mm,1.2192mm,2.43839mm,1.2192mm">
                <w:txbxContent>
                  <w:p w:rsidR="008471DE" w:rsidRPr="00617A96" w:rsidRDefault="008471DE" w:rsidP="00C37B50">
                    <w:pPr>
                      <w:autoSpaceDE w:val="0"/>
                      <w:autoSpaceDN w:val="0"/>
                      <w:adjustRightInd w:val="0"/>
                      <w:rPr>
                        <w:color w:val="000000"/>
                        <w:sz w:val="46"/>
                        <w:szCs w:val="48"/>
                      </w:rPr>
                    </w:pPr>
                    <w:r w:rsidRPr="00617A96">
                      <w:rPr>
                        <w:color w:val="000000"/>
                        <w:sz w:val="46"/>
                        <w:szCs w:val="48"/>
                      </w:rPr>
                      <w:t>4</w:t>
                    </w:r>
                  </w:p>
                </w:txbxContent>
              </v:textbox>
            </v:shape>
            <v:shape id="_x0000_s1068" type="#_x0000_t202" style="position:absolute;left:4780;top:7354;width:293;height:387;mso-wrap-style:none;v-text-anchor:top-baseline" filled="f" fillcolor="#0c9" stroked="f">
              <v:textbox style="mso-fit-shape-to-text:t" inset="2.43839mm,1.2192mm,2.43839mm,1.2192mm">
                <w:txbxContent>
                  <w:p w:rsidR="008471DE" w:rsidRPr="00617A96" w:rsidRDefault="008471DE" w:rsidP="00C37B50">
                    <w:pPr>
                      <w:autoSpaceDE w:val="0"/>
                      <w:autoSpaceDN w:val="0"/>
                      <w:adjustRightInd w:val="0"/>
                      <w:rPr>
                        <w:color w:val="000000"/>
                        <w:sz w:val="46"/>
                        <w:szCs w:val="48"/>
                      </w:rPr>
                    </w:pPr>
                    <w:r w:rsidRPr="00617A96">
                      <w:rPr>
                        <w:color w:val="000000"/>
                        <w:sz w:val="46"/>
                        <w:szCs w:val="48"/>
                      </w:rPr>
                      <w:t>2</w:t>
                    </w:r>
                  </w:p>
                </w:txbxContent>
              </v:textbox>
            </v:shape>
            <w10:anchorlock/>
          </v:group>
        </w:pict>
      </w:r>
    </w:p>
    <w:p w:rsidR="008471DE" w:rsidRPr="000B5CE4" w:rsidRDefault="008471DE" w:rsidP="00C37B50">
      <w:pPr>
        <w:jc w:val="center"/>
      </w:pPr>
      <w:r w:rsidRPr="000B5CE4">
        <w:br w:type="page"/>
      </w:r>
      <w:r>
        <w:rPr>
          <w:noProof/>
        </w:rPr>
      </w:r>
      <w:r w:rsidRPr="000B5CE4">
        <w:pict>
          <v:group id="_x0000_s1069" editas="canvas" style="width:468pt;height:414pt;mso-position-horizontal-relative:char;mso-position-vertical-relative:line" coordorigin="4327,-930" coordsize="5200,4621">
            <o:lock v:ext="edit" aspectratio="t"/>
            <v:shape id="_x0000_s1070" type="#_x0000_t75" style="position:absolute;left:4327;top:-930;width:5200;height:4621" o:preferrelative="f">
              <v:fill o:detectmouseclick="t"/>
              <v:path o:extrusionok="t" o:connecttype="none"/>
              <o:lock v:ext="edit" text="t"/>
            </v:shape>
            <v:shape id="_x0000_s1071" type="#_x0000_t75" style="position:absolute;left:4327;top:-662;width:2999;height:4353">
              <v:imagedata r:id="rId7" o:title=""/>
            </v:shape>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_x0000_s1072" type="#_x0000_t63" style="position:absolute;left:6660;top:-930;width:2867;height:1540">
              <v:textbox>
                <w:txbxContent>
                  <w:p w:rsidR="008471DE" w:rsidRDefault="008471DE" w:rsidP="00C37B50">
                    <w:pPr>
                      <w:autoSpaceDE w:val="0"/>
                      <w:autoSpaceDN w:val="0"/>
                      <w:adjustRightInd w:val="0"/>
                      <w:jc w:val="center"/>
                      <w:rPr>
                        <w:color w:val="000000"/>
                        <w:sz w:val="48"/>
                        <w:szCs w:val="48"/>
                      </w:rPr>
                    </w:pPr>
                  </w:p>
                </w:txbxContent>
              </v:textbox>
            </v:shape>
            <v:shape id="_x0000_s1073" type="#_x0000_t202" style="position:absolute;left:7124;top:-556;width:1872;height:799;mso-wrap-style:none;v-text-anchor:top-baseline" filled="f" fillcolor="#0c9" stroked="f">
              <v:textbox style="mso-fit-shape-to-text:t">
                <w:txbxContent>
                  <w:p w:rsidR="008471DE" w:rsidRDefault="008471DE" w:rsidP="00C37B50">
                    <w:pPr>
                      <w:autoSpaceDE w:val="0"/>
                      <w:autoSpaceDN w:val="0"/>
                      <w:adjustRightInd w:val="0"/>
                      <w:jc w:val="center"/>
                      <w:rPr>
                        <w:color w:val="000000"/>
                        <w:sz w:val="56"/>
                        <w:szCs w:val="56"/>
                      </w:rPr>
                    </w:pPr>
                    <w:r>
                      <w:rPr>
                        <w:color w:val="000000"/>
                        <w:sz w:val="56"/>
                        <w:szCs w:val="56"/>
                      </w:rPr>
                      <w:t>___________</w:t>
                    </w:r>
                  </w:p>
                  <w:p w:rsidR="008471DE" w:rsidRDefault="008471DE" w:rsidP="00C37B50">
                    <w:pPr>
                      <w:autoSpaceDE w:val="0"/>
                      <w:autoSpaceDN w:val="0"/>
                      <w:adjustRightInd w:val="0"/>
                      <w:jc w:val="center"/>
                      <w:rPr>
                        <w:color w:val="000000"/>
                        <w:sz w:val="56"/>
                        <w:szCs w:val="56"/>
                      </w:rPr>
                    </w:pPr>
                    <w:r>
                      <w:rPr>
                        <w:color w:val="000000"/>
                        <w:sz w:val="56"/>
                        <w:szCs w:val="56"/>
                      </w:rPr>
                      <w:t>is my dad!</w:t>
                    </w:r>
                  </w:p>
                </w:txbxContent>
              </v:textbox>
            </v:shape>
            <w10:anchorlock/>
          </v:group>
        </w:pict>
      </w:r>
    </w:p>
    <w:sectPr w:rsidR="008471DE" w:rsidRPr="000B5CE4" w:rsidSect="00C37B50">
      <w:pgSz w:w="15840" w:h="12240" w:orient="landscape"/>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71DE" w:rsidRDefault="008471DE" w:rsidP="001D7AD0">
      <w:r>
        <w:separator/>
      </w:r>
    </w:p>
  </w:endnote>
  <w:endnote w:type="continuationSeparator" w:id="0">
    <w:p w:rsidR="008471DE" w:rsidRDefault="008471DE" w:rsidP="001D7AD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71DE" w:rsidRDefault="008471DE" w:rsidP="001D7AD0">
      <w:r>
        <w:separator/>
      </w:r>
    </w:p>
  </w:footnote>
  <w:footnote w:type="continuationSeparator" w:id="0">
    <w:p w:rsidR="008471DE" w:rsidRDefault="008471DE" w:rsidP="001D7A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71DE" w:rsidRPr="00147136" w:rsidRDefault="008471DE" w:rsidP="001D7AD0">
    <w:pPr>
      <w:pStyle w:val="Header"/>
      <w:jc w:val="center"/>
      <w:rPr>
        <w:rFonts w:ascii="Century Gothic" w:hAnsi="Century Gothic"/>
        <w:b/>
        <w:sz w:val="40"/>
        <w:szCs w:val="40"/>
      </w:rPr>
    </w:pPr>
  </w:p>
  <w:p w:rsidR="008471DE" w:rsidRDefault="008471DE">
    <w:pPr>
      <w:pStyle w:val="Header"/>
    </w:pPr>
  </w:p>
  <w:p w:rsidR="008471DE" w:rsidRDefault="008471D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F43EB7"/>
    <w:multiLevelType w:val="hybridMultilevel"/>
    <w:tmpl w:val="3092D4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D7AD0"/>
    <w:rsid w:val="000B5CE4"/>
    <w:rsid w:val="000B68B5"/>
    <w:rsid w:val="00147136"/>
    <w:rsid w:val="001C68C2"/>
    <w:rsid w:val="001D7AD0"/>
    <w:rsid w:val="001E00D8"/>
    <w:rsid w:val="0029761E"/>
    <w:rsid w:val="00315A90"/>
    <w:rsid w:val="00343BD3"/>
    <w:rsid w:val="003A2D7B"/>
    <w:rsid w:val="004465D4"/>
    <w:rsid w:val="004C232B"/>
    <w:rsid w:val="004C5C88"/>
    <w:rsid w:val="004E7368"/>
    <w:rsid w:val="00515E96"/>
    <w:rsid w:val="0052624E"/>
    <w:rsid w:val="005816C4"/>
    <w:rsid w:val="00594973"/>
    <w:rsid w:val="00617A96"/>
    <w:rsid w:val="00627296"/>
    <w:rsid w:val="006759F7"/>
    <w:rsid w:val="006D0F1C"/>
    <w:rsid w:val="006F32D9"/>
    <w:rsid w:val="0075234F"/>
    <w:rsid w:val="00764246"/>
    <w:rsid w:val="007A1019"/>
    <w:rsid w:val="007B74A3"/>
    <w:rsid w:val="007F40C5"/>
    <w:rsid w:val="00823337"/>
    <w:rsid w:val="00833E9E"/>
    <w:rsid w:val="008471DE"/>
    <w:rsid w:val="008674B0"/>
    <w:rsid w:val="008800AD"/>
    <w:rsid w:val="008D08F7"/>
    <w:rsid w:val="008E2906"/>
    <w:rsid w:val="008F47DF"/>
    <w:rsid w:val="009102A0"/>
    <w:rsid w:val="00965FB3"/>
    <w:rsid w:val="009C5621"/>
    <w:rsid w:val="009D1D1D"/>
    <w:rsid w:val="009F2465"/>
    <w:rsid w:val="00A01EF7"/>
    <w:rsid w:val="00A33AC9"/>
    <w:rsid w:val="00B00F54"/>
    <w:rsid w:val="00B04C82"/>
    <w:rsid w:val="00C37B50"/>
    <w:rsid w:val="00D0041C"/>
    <w:rsid w:val="00D03CFB"/>
    <w:rsid w:val="00DF3C87"/>
    <w:rsid w:val="00DF55FD"/>
    <w:rsid w:val="00E808F3"/>
    <w:rsid w:val="00ED23A3"/>
    <w:rsid w:val="00F00402"/>
    <w:rsid w:val="00F674D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AD0"/>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D7AD0"/>
    <w:pPr>
      <w:tabs>
        <w:tab w:val="center" w:pos="4680"/>
        <w:tab w:val="right" w:pos="9360"/>
      </w:tabs>
    </w:pPr>
  </w:style>
  <w:style w:type="character" w:customStyle="1" w:styleId="HeaderChar">
    <w:name w:val="Header Char"/>
    <w:basedOn w:val="DefaultParagraphFont"/>
    <w:link w:val="Header"/>
    <w:uiPriority w:val="99"/>
    <w:locked/>
    <w:rsid w:val="001D7AD0"/>
    <w:rPr>
      <w:rFonts w:cs="Times New Roman"/>
    </w:rPr>
  </w:style>
  <w:style w:type="paragraph" w:styleId="Footer">
    <w:name w:val="footer"/>
    <w:basedOn w:val="Normal"/>
    <w:link w:val="FooterChar"/>
    <w:uiPriority w:val="99"/>
    <w:semiHidden/>
    <w:rsid w:val="001D7AD0"/>
    <w:pPr>
      <w:tabs>
        <w:tab w:val="center" w:pos="4680"/>
        <w:tab w:val="right" w:pos="9360"/>
      </w:tabs>
    </w:pPr>
  </w:style>
  <w:style w:type="character" w:customStyle="1" w:styleId="FooterChar">
    <w:name w:val="Footer Char"/>
    <w:basedOn w:val="DefaultParagraphFont"/>
    <w:link w:val="Footer"/>
    <w:uiPriority w:val="99"/>
    <w:semiHidden/>
    <w:locked/>
    <w:rsid w:val="001D7AD0"/>
    <w:rPr>
      <w:rFonts w:cs="Times New Roman"/>
    </w:rPr>
  </w:style>
  <w:style w:type="paragraph" w:styleId="BalloonText">
    <w:name w:val="Balloon Text"/>
    <w:basedOn w:val="Normal"/>
    <w:link w:val="BalloonTextChar"/>
    <w:uiPriority w:val="99"/>
    <w:semiHidden/>
    <w:rsid w:val="001D7AD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D7AD0"/>
    <w:rPr>
      <w:rFonts w:ascii="Tahoma" w:hAnsi="Tahoma" w:cs="Tahoma"/>
      <w:sz w:val="16"/>
      <w:szCs w:val="16"/>
    </w:rPr>
  </w:style>
  <w:style w:type="paragraph" w:styleId="BodyText">
    <w:name w:val="Body Text"/>
    <w:basedOn w:val="Normal"/>
    <w:link w:val="BodyTextChar"/>
    <w:uiPriority w:val="99"/>
    <w:rsid w:val="001D7AD0"/>
    <w:pPr>
      <w:spacing w:line="360" w:lineRule="auto"/>
    </w:pPr>
    <w:rPr>
      <w:rFonts w:ascii="Arial" w:hAnsi="Arial"/>
      <w:sz w:val="22"/>
      <w:szCs w:val="20"/>
    </w:rPr>
  </w:style>
  <w:style w:type="character" w:customStyle="1" w:styleId="BodyTextChar">
    <w:name w:val="Body Text Char"/>
    <w:basedOn w:val="DefaultParagraphFont"/>
    <w:link w:val="BodyText"/>
    <w:uiPriority w:val="99"/>
    <w:locked/>
    <w:rsid w:val="001D7AD0"/>
    <w:rPr>
      <w:rFonts w:ascii="Arial" w:hAnsi="Arial" w:cs="Times New Roman"/>
      <w:sz w:val="20"/>
      <w:szCs w:val="20"/>
    </w:rPr>
  </w:style>
  <w:style w:type="character" w:styleId="Hyperlink">
    <w:name w:val="Hyperlink"/>
    <w:basedOn w:val="DefaultParagraphFont"/>
    <w:uiPriority w:val="99"/>
    <w:rsid w:val="00515E96"/>
    <w:rPr>
      <w:rFonts w:cs="Times New Roman"/>
      <w:color w:val="0000FF"/>
      <w:u w:val="single"/>
    </w:rPr>
  </w:style>
  <w:style w:type="character" w:styleId="FollowedHyperlink">
    <w:name w:val="FollowedHyperlink"/>
    <w:basedOn w:val="DefaultParagraphFont"/>
    <w:uiPriority w:val="99"/>
    <w:rsid w:val="00F674DE"/>
    <w:rPr>
      <w:rFonts w:cs="Times New Roman"/>
      <w:color w:val="800080"/>
      <w:u w:val="single"/>
    </w:rPr>
  </w:style>
  <w:style w:type="table" w:styleId="TableGrid">
    <w:name w:val="Table Grid"/>
    <w:basedOn w:val="TableNormal"/>
    <w:uiPriority w:val="99"/>
    <w:locked/>
    <w:rsid w:val="00F674DE"/>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157257896">
      <w:marLeft w:val="0"/>
      <w:marRight w:val="0"/>
      <w:marTop w:val="0"/>
      <w:marBottom w:val="0"/>
      <w:divBdr>
        <w:top w:val="none" w:sz="0" w:space="0" w:color="auto"/>
        <w:left w:val="none" w:sz="0" w:space="0" w:color="auto"/>
        <w:bottom w:val="none" w:sz="0" w:space="0" w:color="auto"/>
        <w:right w:val="none" w:sz="0" w:space="0" w:color="auto"/>
      </w:divBdr>
      <w:divsChild>
        <w:div w:id="1157257915">
          <w:marLeft w:val="0"/>
          <w:marRight w:val="0"/>
          <w:marTop w:val="0"/>
          <w:marBottom w:val="0"/>
          <w:divBdr>
            <w:top w:val="none" w:sz="0" w:space="0" w:color="auto"/>
            <w:left w:val="none" w:sz="0" w:space="0" w:color="auto"/>
            <w:bottom w:val="none" w:sz="0" w:space="0" w:color="auto"/>
            <w:right w:val="none" w:sz="0" w:space="0" w:color="auto"/>
          </w:divBdr>
          <w:divsChild>
            <w:div w:id="1157257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257900">
      <w:marLeft w:val="0"/>
      <w:marRight w:val="0"/>
      <w:marTop w:val="0"/>
      <w:marBottom w:val="0"/>
      <w:divBdr>
        <w:top w:val="none" w:sz="0" w:space="0" w:color="auto"/>
        <w:left w:val="none" w:sz="0" w:space="0" w:color="auto"/>
        <w:bottom w:val="none" w:sz="0" w:space="0" w:color="auto"/>
        <w:right w:val="none" w:sz="0" w:space="0" w:color="auto"/>
      </w:divBdr>
      <w:divsChild>
        <w:div w:id="1157257906">
          <w:marLeft w:val="0"/>
          <w:marRight w:val="0"/>
          <w:marTop w:val="0"/>
          <w:marBottom w:val="0"/>
          <w:divBdr>
            <w:top w:val="none" w:sz="0" w:space="0" w:color="auto"/>
            <w:left w:val="none" w:sz="0" w:space="0" w:color="auto"/>
            <w:bottom w:val="none" w:sz="0" w:space="0" w:color="auto"/>
            <w:right w:val="none" w:sz="0" w:space="0" w:color="auto"/>
          </w:divBdr>
          <w:divsChild>
            <w:div w:id="1157257895">
              <w:marLeft w:val="0"/>
              <w:marRight w:val="0"/>
              <w:marTop w:val="0"/>
              <w:marBottom w:val="0"/>
              <w:divBdr>
                <w:top w:val="none" w:sz="0" w:space="0" w:color="auto"/>
                <w:left w:val="none" w:sz="0" w:space="0" w:color="auto"/>
                <w:bottom w:val="none" w:sz="0" w:space="0" w:color="auto"/>
                <w:right w:val="none" w:sz="0" w:space="0" w:color="auto"/>
              </w:divBdr>
            </w:div>
            <w:div w:id="1157257897">
              <w:marLeft w:val="0"/>
              <w:marRight w:val="0"/>
              <w:marTop w:val="0"/>
              <w:marBottom w:val="0"/>
              <w:divBdr>
                <w:top w:val="none" w:sz="0" w:space="0" w:color="auto"/>
                <w:left w:val="none" w:sz="0" w:space="0" w:color="auto"/>
                <w:bottom w:val="none" w:sz="0" w:space="0" w:color="auto"/>
                <w:right w:val="none" w:sz="0" w:space="0" w:color="auto"/>
              </w:divBdr>
            </w:div>
            <w:div w:id="1157257899">
              <w:marLeft w:val="0"/>
              <w:marRight w:val="0"/>
              <w:marTop w:val="0"/>
              <w:marBottom w:val="0"/>
              <w:divBdr>
                <w:top w:val="none" w:sz="0" w:space="0" w:color="auto"/>
                <w:left w:val="none" w:sz="0" w:space="0" w:color="auto"/>
                <w:bottom w:val="none" w:sz="0" w:space="0" w:color="auto"/>
                <w:right w:val="none" w:sz="0" w:space="0" w:color="auto"/>
              </w:divBdr>
            </w:div>
            <w:div w:id="1157257901">
              <w:marLeft w:val="0"/>
              <w:marRight w:val="0"/>
              <w:marTop w:val="0"/>
              <w:marBottom w:val="0"/>
              <w:divBdr>
                <w:top w:val="none" w:sz="0" w:space="0" w:color="auto"/>
                <w:left w:val="none" w:sz="0" w:space="0" w:color="auto"/>
                <w:bottom w:val="none" w:sz="0" w:space="0" w:color="auto"/>
                <w:right w:val="none" w:sz="0" w:space="0" w:color="auto"/>
              </w:divBdr>
            </w:div>
            <w:div w:id="1157257903">
              <w:marLeft w:val="0"/>
              <w:marRight w:val="0"/>
              <w:marTop w:val="0"/>
              <w:marBottom w:val="0"/>
              <w:divBdr>
                <w:top w:val="none" w:sz="0" w:space="0" w:color="auto"/>
                <w:left w:val="none" w:sz="0" w:space="0" w:color="auto"/>
                <w:bottom w:val="none" w:sz="0" w:space="0" w:color="auto"/>
                <w:right w:val="none" w:sz="0" w:space="0" w:color="auto"/>
              </w:divBdr>
            </w:div>
            <w:div w:id="1157257905">
              <w:marLeft w:val="0"/>
              <w:marRight w:val="0"/>
              <w:marTop w:val="0"/>
              <w:marBottom w:val="0"/>
              <w:divBdr>
                <w:top w:val="none" w:sz="0" w:space="0" w:color="auto"/>
                <w:left w:val="none" w:sz="0" w:space="0" w:color="auto"/>
                <w:bottom w:val="none" w:sz="0" w:space="0" w:color="auto"/>
                <w:right w:val="none" w:sz="0" w:space="0" w:color="auto"/>
              </w:divBdr>
            </w:div>
            <w:div w:id="1157257908">
              <w:marLeft w:val="0"/>
              <w:marRight w:val="0"/>
              <w:marTop w:val="0"/>
              <w:marBottom w:val="0"/>
              <w:divBdr>
                <w:top w:val="none" w:sz="0" w:space="0" w:color="auto"/>
                <w:left w:val="none" w:sz="0" w:space="0" w:color="auto"/>
                <w:bottom w:val="none" w:sz="0" w:space="0" w:color="auto"/>
                <w:right w:val="none" w:sz="0" w:space="0" w:color="auto"/>
              </w:divBdr>
            </w:div>
            <w:div w:id="1157257911">
              <w:marLeft w:val="0"/>
              <w:marRight w:val="0"/>
              <w:marTop w:val="0"/>
              <w:marBottom w:val="0"/>
              <w:divBdr>
                <w:top w:val="none" w:sz="0" w:space="0" w:color="auto"/>
                <w:left w:val="none" w:sz="0" w:space="0" w:color="auto"/>
                <w:bottom w:val="none" w:sz="0" w:space="0" w:color="auto"/>
                <w:right w:val="none" w:sz="0" w:space="0" w:color="auto"/>
              </w:divBdr>
            </w:div>
            <w:div w:id="1157257912">
              <w:marLeft w:val="0"/>
              <w:marRight w:val="0"/>
              <w:marTop w:val="0"/>
              <w:marBottom w:val="0"/>
              <w:divBdr>
                <w:top w:val="none" w:sz="0" w:space="0" w:color="auto"/>
                <w:left w:val="none" w:sz="0" w:space="0" w:color="auto"/>
                <w:bottom w:val="none" w:sz="0" w:space="0" w:color="auto"/>
                <w:right w:val="none" w:sz="0" w:space="0" w:color="auto"/>
              </w:divBdr>
            </w:div>
            <w:div w:id="1157257914">
              <w:marLeft w:val="0"/>
              <w:marRight w:val="0"/>
              <w:marTop w:val="0"/>
              <w:marBottom w:val="0"/>
              <w:divBdr>
                <w:top w:val="none" w:sz="0" w:space="0" w:color="auto"/>
                <w:left w:val="none" w:sz="0" w:space="0" w:color="auto"/>
                <w:bottom w:val="none" w:sz="0" w:space="0" w:color="auto"/>
                <w:right w:val="none" w:sz="0" w:space="0" w:color="auto"/>
              </w:divBdr>
            </w:div>
            <w:div w:id="1157257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257910">
      <w:marLeft w:val="0"/>
      <w:marRight w:val="0"/>
      <w:marTop w:val="0"/>
      <w:marBottom w:val="0"/>
      <w:divBdr>
        <w:top w:val="none" w:sz="0" w:space="0" w:color="auto"/>
        <w:left w:val="none" w:sz="0" w:space="0" w:color="auto"/>
        <w:bottom w:val="none" w:sz="0" w:space="0" w:color="auto"/>
        <w:right w:val="none" w:sz="0" w:space="0" w:color="auto"/>
      </w:divBdr>
      <w:divsChild>
        <w:div w:id="1157257909">
          <w:marLeft w:val="0"/>
          <w:marRight w:val="0"/>
          <w:marTop w:val="0"/>
          <w:marBottom w:val="0"/>
          <w:divBdr>
            <w:top w:val="none" w:sz="0" w:space="0" w:color="auto"/>
            <w:left w:val="none" w:sz="0" w:space="0" w:color="auto"/>
            <w:bottom w:val="none" w:sz="0" w:space="0" w:color="auto"/>
            <w:right w:val="none" w:sz="0" w:space="0" w:color="auto"/>
          </w:divBdr>
          <w:divsChild>
            <w:div w:id="1157257898">
              <w:marLeft w:val="0"/>
              <w:marRight w:val="0"/>
              <w:marTop w:val="0"/>
              <w:marBottom w:val="0"/>
              <w:divBdr>
                <w:top w:val="none" w:sz="0" w:space="0" w:color="auto"/>
                <w:left w:val="none" w:sz="0" w:space="0" w:color="auto"/>
                <w:bottom w:val="none" w:sz="0" w:space="0" w:color="auto"/>
                <w:right w:val="none" w:sz="0" w:space="0" w:color="auto"/>
              </w:divBdr>
            </w:div>
            <w:div w:id="1157257902">
              <w:marLeft w:val="0"/>
              <w:marRight w:val="0"/>
              <w:marTop w:val="0"/>
              <w:marBottom w:val="0"/>
              <w:divBdr>
                <w:top w:val="none" w:sz="0" w:space="0" w:color="auto"/>
                <w:left w:val="none" w:sz="0" w:space="0" w:color="auto"/>
                <w:bottom w:val="none" w:sz="0" w:space="0" w:color="auto"/>
                <w:right w:val="none" w:sz="0" w:space="0" w:color="auto"/>
              </w:divBdr>
            </w:div>
            <w:div w:id="1157257904">
              <w:marLeft w:val="0"/>
              <w:marRight w:val="0"/>
              <w:marTop w:val="0"/>
              <w:marBottom w:val="0"/>
              <w:divBdr>
                <w:top w:val="none" w:sz="0" w:space="0" w:color="auto"/>
                <w:left w:val="none" w:sz="0" w:space="0" w:color="auto"/>
                <w:bottom w:val="none" w:sz="0" w:space="0" w:color="auto"/>
                <w:right w:val="none" w:sz="0" w:space="0" w:color="auto"/>
              </w:divBdr>
            </w:div>
            <w:div w:id="1157257907">
              <w:marLeft w:val="0"/>
              <w:marRight w:val="0"/>
              <w:marTop w:val="0"/>
              <w:marBottom w:val="0"/>
              <w:divBdr>
                <w:top w:val="none" w:sz="0" w:space="0" w:color="auto"/>
                <w:left w:val="none" w:sz="0" w:space="0" w:color="auto"/>
                <w:bottom w:val="none" w:sz="0" w:space="0" w:color="auto"/>
                <w:right w:val="none" w:sz="0" w:space="0" w:color="auto"/>
              </w:divBdr>
            </w:div>
            <w:div w:id="1157257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gif"/><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136</TotalTime>
  <Pages>9</Pages>
  <Words>836</Words>
  <Characters>4771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Title: Asthma and Genes</dc:title>
  <dc:subject/>
  <dc:creator>kbutler</dc:creator>
  <cp:keywords/>
  <dc:description/>
  <cp:lastModifiedBy>rseipelt</cp:lastModifiedBy>
  <cp:revision>4</cp:revision>
  <cp:lastPrinted>2011-03-04T18:05:00Z</cp:lastPrinted>
  <dcterms:created xsi:type="dcterms:W3CDTF">2011-03-03T22:16:00Z</dcterms:created>
  <dcterms:modified xsi:type="dcterms:W3CDTF">2011-03-04T18:16:00Z</dcterms:modified>
</cp:coreProperties>
</file>